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1BA199" w14:textId="7633D714" w:rsidR="00E42731" w:rsidRDefault="00E42731" w:rsidP="002C4E7B">
      <w:bookmarkStart w:id="0" w:name="_GoBack"/>
      <w:bookmarkEnd w:id="0"/>
    </w:p>
    <w:p w14:paraId="5FFA149F" w14:textId="55DEC710" w:rsidR="00A55124" w:rsidRPr="000B4C6C" w:rsidRDefault="00A55124" w:rsidP="00A55124">
      <w:pPr>
        <w:pStyle w:val="Normal0"/>
        <w:tabs>
          <w:tab w:val="left" w:pos="240"/>
        </w:tabs>
        <w:rPr>
          <w:rFonts w:asciiTheme="minorHAnsi" w:hAnsiTheme="minorHAnsi" w:cstheme="minorHAnsi"/>
        </w:rPr>
      </w:pPr>
      <w:r w:rsidRPr="000B4C6C">
        <w:rPr>
          <w:rFonts w:asciiTheme="minorHAnsi" w:hAnsiTheme="minorHAnsi" w:cstheme="minorHAnsi"/>
        </w:rPr>
        <w:t xml:space="preserve">FAX REFERRALS TO: </w:t>
      </w:r>
      <w:r w:rsidRPr="000B4C6C">
        <w:rPr>
          <w:rFonts w:asciiTheme="minorHAnsi" w:hAnsiTheme="minorHAnsi" w:cstheme="minorHAnsi"/>
          <w:color w:val="1F497D"/>
          <w:shd w:val="clear" w:color="auto" w:fill="FFFFFF"/>
        </w:rPr>
        <w:t xml:space="preserve">91132297 </w:t>
      </w:r>
      <w:r w:rsidRPr="000B4C6C">
        <w:rPr>
          <w:rFonts w:asciiTheme="minorHAnsi" w:hAnsiTheme="minorHAnsi" w:cstheme="minorHAnsi"/>
          <w:color w:val="1F497D"/>
          <w:shd w:val="clear" w:color="auto" w:fill="FFFFFF"/>
        </w:rPr>
        <w:tab/>
      </w:r>
      <w:r w:rsidRPr="000B4C6C">
        <w:rPr>
          <w:rFonts w:asciiTheme="minorHAnsi" w:hAnsiTheme="minorHAnsi" w:cstheme="minorHAnsi"/>
          <w:color w:val="1F497D"/>
          <w:shd w:val="clear" w:color="auto" w:fill="FFFFFF"/>
        </w:rPr>
        <w:tab/>
      </w:r>
      <w:r w:rsidRPr="000B4C6C">
        <w:rPr>
          <w:rFonts w:asciiTheme="minorHAnsi" w:hAnsiTheme="minorHAnsi" w:cstheme="minorHAnsi"/>
          <w:color w:val="1F497D"/>
          <w:shd w:val="clear" w:color="auto" w:fill="FFFFFF"/>
        </w:rPr>
        <w:tab/>
      </w:r>
      <w:r w:rsidRPr="000B4C6C">
        <w:rPr>
          <w:rFonts w:asciiTheme="minorHAnsi" w:hAnsiTheme="minorHAnsi" w:cstheme="minorHAnsi"/>
          <w:color w:val="1F497D"/>
          <w:shd w:val="clear" w:color="auto" w:fill="FFFFFF"/>
        </w:rPr>
        <w:tab/>
      </w:r>
      <w:r w:rsidRPr="000B4C6C">
        <w:rPr>
          <w:rFonts w:asciiTheme="minorHAnsi" w:hAnsiTheme="minorHAnsi" w:cstheme="minorHAnsi"/>
          <w:color w:val="1F497D"/>
          <w:shd w:val="clear" w:color="auto" w:fill="FFFFFF"/>
        </w:rPr>
        <w:tab/>
      </w:r>
      <w:r w:rsidRPr="000B4C6C">
        <w:rPr>
          <w:rFonts w:asciiTheme="minorHAnsi" w:hAnsiTheme="minorHAnsi" w:cstheme="minorHAnsi"/>
          <w:color w:val="1F497D"/>
          <w:shd w:val="clear" w:color="auto" w:fill="FFFFFF"/>
        </w:rPr>
        <w:tab/>
      </w:r>
      <w:r w:rsidRPr="000B4C6C">
        <w:rPr>
          <w:rFonts w:asciiTheme="minorHAnsi" w:hAnsiTheme="minorHAnsi" w:cstheme="minorHAnsi"/>
          <w:color w:val="1F497D"/>
          <w:shd w:val="clear" w:color="auto" w:fill="FFFFFF"/>
        </w:rPr>
        <w:tab/>
        <w:t>Date</w:t>
      </w:r>
    </w:p>
    <w:p w14:paraId="17F610A0" w14:textId="77777777" w:rsidR="00A55124" w:rsidRPr="000B4C6C" w:rsidRDefault="00A55124" w:rsidP="00A55124">
      <w:pPr>
        <w:pStyle w:val="Normal0"/>
        <w:tabs>
          <w:tab w:val="left" w:pos="240"/>
        </w:tabs>
        <w:rPr>
          <w:rFonts w:asciiTheme="minorHAnsi" w:hAnsiTheme="minorHAnsi" w:cstheme="minorHAnsi"/>
        </w:rPr>
      </w:pPr>
    </w:p>
    <w:p w14:paraId="55E87D13" w14:textId="06ED3A35" w:rsidR="00A55124" w:rsidRPr="000B4C6C" w:rsidRDefault="00A55124" w:rsidP="00A55124">
      <w:pPr>
        <w:pStyle w:val="Normal0"/>
        <w:tabs>
          <w:tab w:val="left" w:pos="240"/>
        </w:tabs>
        <w:ind w:left="1440"/>
        <w:rPr>
          <w:rFonts w:asciiTheme="minorHAnsi" w:hAnsiTheme="minorHAnsi" w:cstheme="minorHAnsi"/>
        </w:rPr>
      </w:pPr>
      <w:r w:rsidRPr="000B4C6C">
        <w:rPr>
          <w:rFonts w:asciiTheme="minorHAnsi" w:hAnsiTheme="minorHAnsi" w:cstheme="minorHAnsi"/>
        </w:rPr>
        <w:tab/>
      </w:r>
      <w:r w:rsidRPr="000B4C6C">
        <w:rPr>
          <w:rFonts w:asciiTheme="minorHAnsi" w:hAnsiTheme="minorHAnsi" w:cstheme="minorHAnsi"/>
        </w:rPr>
        <w:tab/>
      </w:r>
      <w:r w:rsidRPr="000B4C6C">
        <w:rPr>
          <w:rFonts w:asciiTheme="minorHAnsi" w:hAnsiTheme="minorHAnsi" w:cstheme="minorHAnsi"/>
        </w:rPr>
        <w:tab/>
      </w:r>
      <w:r w:rsidRPr="000B4C6C">
        <w:rPr>
          <w:rFonts w:asciiTheme="minorHAnsi" w:hAnsiTheme="minorHAnsi" w:cstheme="minorHAnsi"/>
        </w:rPr>
        <w:tab/>
      </w:r>
      <w:r w:rsidRPr="000B4C6C">
        <w:rPr>
          <w:rFonts w:asciiTheme="minorHAnsi" w:hAnsiTheme="minorHAnsi" w:cstheme="minorHAnsi"/>
        </w:rPr>
        <w:tab/>
      </w:r>
      <w:r w:rsidRPr="000B4C6C">
        <w:rPr>
          <w:rFonts w:asciiTheme="minorHAnsi" w:hAnsiTheme="minorHAnsi" w:cstheme="minorHAnsi"/>
        </w:rPr>
        <w:tab/>
      </w:r>
      <w:r w:rsidRPr="000B4C6C">
        <w:rPr>
          <w:rFonts w:asciiTheme="minorHAnsi" w:hAnsiTheme="minorHAnsi" w:cstheme="minorHAnsi"/>
        </w:rPr>
        <w:tab/>
      </w:r>
      <w:r w:rsidRPr="000B4C6C">
        <w:rPr>
          <w:rFonts w:asciiTheme="minorHAnsi" w:hAnsiTheme="minorHAnsi" w:cstheme="minorHAnsi"/>
        </w:rPr>
        <w:tab/>
      </w:r>
      <w:r w:rsidRPr="000B4C6C">
        <w:rPr>
          <w:rFonts w:asciiTheme="minorHAnsi" w:hAnsiTheme="minorHAnsi" w:cstheme="minorHAnsi"/>
        </w:rPr>
        <w:tab/>
      </w:r>
      <w:r w:rsidRPr="000B4C6C">
        <w:rPr>
          <w:rFonts w:asciiTheme="minorHAnsi" w:hAnsiTheme="minorHAnsi" w:cstheme="minorHAnsi"/>
        </w:rPr>
        <w:tab/>
      </w:r>
      <w:r w:rsidRPr="000B4C6C">
        <w:rPr>
          <w:rFonts w:asciiTheme="minorHAnsi" w:hAnsiTheme="minorHAnsi" w:cstheme="minorHAnsi"/>
        </w:rPr>
        <w:tab/>
      </w:r>
      <w:r w:rsidRPr="000B4C6C">
        <w:rPr>
          <w:rFonts w:asciiTheme="minorHAnsi" w:hAnsiTheme="minorHAnsi" w:cstheme="minorHAnsi"/>
        </w:rPr>
        <w:tab/>
      </w:r>
      <w:r w:rsidRPr="000B4C6C">
        <w:rPr>
          <w:rFonts w:asciiTheme="minorHAnsi" w:hAnsiTheme="minorHAnsi" w:cstheme="minorHAnsi"/>
        </w:rPr>
        <w:tab/>
      </w:r>
      <w:r w:rsidRPr="000B4C6C">
        <w:rPr>
          <w:rFonts w:asciiTheme="minorHAnsi" w:hAnsiTheme="minorHAnsi" w:cstheme="minorHAnsi"/>
        </w:rPr>
        <w:tab/>
      </w:r>
      <w:r w:rsidRPr="000B4C6C">
        <w:rPr>
          <w:rFonts w:asciiTheme="minorHAnsi" w:hAnsiTheme="minorHAnsi" w:cstheme="minorHAnsi"/>
        </w:rPr>
        <w:tab/>
      </w:r>
      <w:r w:rsidRPr="000B4C6C">
        <w:rPr>
          <w:rFonts w:asciiTheme="minorHAnsi" w:hAnsiTheme="minorHAnsi" w:cstheme="minorHAnsi"/>
        </w:rPr>
        <w:tab/>
      </w:r>
      <w:r w:rsidRPr="000B4C6C">
        <w:rPr>
          <w:rFonts w:asciiTheme="minorHAnsi" w:hAnsiTheme="minorHAnsi" w:cstheme="minorHAnsi"/>
        </w:rPr>
        <w:tab/>
      </w:r>
      <w:r w:rsidRPr="000B4C6C">
        <w:rPr>
          <w:rFonts w:asciiTheme="minorHAnsi" w:hAnsiTheme="minorHAnsi" w:cstheme="minorHAnsi"/>
        </w:rPr>
        <w:tab/>
      </w:r>
      <w:r w:rsidRPr="000B4C6C">
        <w:rPr>
          <w:rFonts w:asciiTheme="minorHAnsi" w:hAnsiTheme="minorHAnsi" w:cstheme="minorHAnsi"/>
        </w:rPr>
        <w:tab/>
        <w:t xml:space="preserve">         </w:t>
      </w:r>
      <w:r w:rsidRPr="000B4C6C">
        <w:rPr>
          <w:rFonts w:asciiTheme="minorHAnsi" w:hAnsiTheme="minorHAnsi" w:cstheme="minorHAnsi"/>
        </w:rPr>
        <w:tab/>
      </w:r>
      <w:r w:rsidRPr="000B4C6C">
        <w:rPr>
          <w:rFonts w:asciiTheme="minorHAnsi" w:hAnsiTheme="minorHAnsi" w:cstheme="minorHAnsi"/>
        </w:rPr>
        <w:tab/>
      </w:r>
      <w:r w:rsidRPr="000B4C6C">
        <w:rPr>
          <w:rFonts w:asciiTheme="minorHAnsi" w:hAnsiTheme="minorHAnsi" w:cstheme="minorHAnsi"/>
        </w:rPr>
        <w:tab/>
      </w:r>
      <w:r w:rsidRPr="000B4C6C">
        <w:rPr>
          <w:rFonts w:asciiTheme="minorHAnsi" w:hAnsiTheme="minorHAnsi" w:cstheme="minorHAnsi"/>
        </w:rPr>
        <w:tab/>
      </w:r>
      <w:r w:rsidRPr="000B4C6C">
        <w:rPr>
          <w:rFonts w:asciiTheme="minorHAnsi" w:hAnsiTheme="minorHAnsi" w:cstheme="minorHAnsi"/>
        </w:rPr>
        <w:tab/>
        <w:t xml:space="preserve">                 </w:t>
      </w:r>
    </w:p>
    <w:p w14:paraId="4CAFCE30" w14:textId="77777777" w:rsidR="00A55124" w:rsidRPr="000B4C6C" w:rsidRDefault="00A55124" w:rsidP="00A55124">
      <w:pPr>
        <w:pStyle w:val="Normal0"/>
        <w:tabs>
          <w:tab w:val="left" w:pos="240"/>
        </w:tabs>
        <w:rPr>
          <w:rFonts w:asciiTheme="minorHAnsi" w:hAnsiTheme="minorHAnsi" w:cstheme="minorHAnsi"/>
          <w:noProof/>
          <w:lang w:eastAsia="en-AU"/>
        </w:rPr>
      </w:pPr>
      <w:r w:rsidRPr="000B4C6C">
        <w:rPr>
          <w:rFonts w:asciiTheme="minorHAnsi" w:hAnsiTheme="minorHAnsi" w:cstheme="minorHAnsi"/>
          <w:noProof/>
          <w:lang w:eastAsia="en-AU"/>
        </w:rPr>
        <w:t>Chris Weatherall and Richard Sullivan</w:t>
      </w:r>
    </w:p>
    <w:p w14:paraId="0F85EBD8" w14:textId="77777777" w:rsidR="00A55124" w:rsidRPr="000B4C6C" w:rsidRDefault="00A55124" w:rsidP="00A55124">
      <w:pPr>
        <w:pStyle w:val="Normal0"/>
        <w:tabs>
          <w:tab w:val="left" w:pos="240"/>
        </w:tabs>
        <w:rPr>
          <w:rFonts w:asciiTheme="minorHAnsi" w:hAnsiTheme="minorHAnsi" w:cstheme="minorHAnsi"/>
        </w:rPr>
      </w:pPr>
      <w:r w:rsidRPr="000B4C6C">
        <w:rPr>
          <w:rFonts w:asciiTheme="minorHAnsi" w:hAnsiTheme="minorHAnsi" w:cstheme="minorHAnsi"/>
        </w:rPr>
        <w:t>Infectious Diseases Department</w:t>
      </w:r>
    </w:p>
    <w:p w14:paraId="1FB5803B" w14:textId="77777777" w:rsidR="00A55124" w:rsidRPr="000B4C6C" w:rsidRDefault="00A55124" w:rsidP="00A55124">
      <w:pPr>
        <w:pStyle w:val="Normal0"/>
        <w:tabs>
          <w:tab w:val="left" w:pos="240"/>
        </w:tabs>
        <w:rPr>
          <w:rFonts w:asciiTheme="minorHAnsi" w:hAnsiTheme="minorHAnsi" w:cstheme="minorHAnsi"/>
        </w:rPr>
      </w:pPr>
      <w:r w:rsidRPr="000B4C6C">
        <w:rPr>
          <w:rFonts w:asciiTheme="minorHAnsi" w:hAnsiTheme="minorHAnsi" w:cstheme="minorHAnsi"/>
        </w:rPr>
        <w:t>St George Hospital</w:t>
      </w:r>
    </w:p>
    <w:p w14:paraId="11052B35" w14:textId="77777777" w:rsidR="00A55124" w:rsidRPr="000B4C6C" w:rsidRDefault="00A55124" w:rsidP="00A55124">
      <w:pPr>
        <w:pStyle w:val="Normal0"/>
        <w:tabs>
          <w:tab w:val="left" w:pos="240"/>
        </w:tabs>
        <w:rPr>
          <w:rFonts w:asciiTheme="minorHAnsi" w:hAnsiTheme="minorHAnsi" w:cstheme="minorHAnsi"/>
        </w:rPr>
      </w:pPr>
      <w:r w:rsidRPr="000B4C6C">
        <w:rPr>
          <w:rFonts w:asciiTheme="minorHAnsi" w:hAnsiTheme="minorHAnsi" w:cstheme="minorHAnsi"/>
        </w:rPr>
        <w:t>Kogarah NSW 2217</w:t>
      </w:r>
    </w:p>
    <w:p w14:paraId="0E574695" w14:textId="77777777" w:rsidR="00A55124" w:rsidRPr="000B4C6C" w:rsidRDefault="00A55124" w:rsidP="00A55124">
      <w:pPr>
        <w:pStyle w:val="Normal0"/>
        <w:tabs>
          <w:tab w:val="left" w:pos="240"/>
        </w:tabs>
        <w:rPr>
          <w:rFonts w:asciiTheme="minorHAnsi" w:hAnsiTheme="minorHAnsi" w:cstheme="minorHAnsi"/>
        </w:rPr>
      </w:pPr>
    </w:p>
    <w:p w14:paraId="453B69B1" w14:textId="77777777" w:rsidR="00A55124" w:rsidRPr="000B4C6C" w:rsidRDefault="00A55124" w:rsidP="00A55124">
      <w:pPr>
        <w:pStyle w:val="Normal0"/>
        <w:tabs>
          <w:tab w:val="left" w:pos="240"/>
        </w:tabs>
        <w:rPr>
          <w:rFonts w:asciiTheme="minorHAnsi" w:hAnsiTheme="minorHAnsi" w:cstheme="minorHAnsi"/>
          <w:color w:val="000000"/>
          <w:shd w:val="clear" w:color="auto" w:fill="FFFFFF"/>
        </w:rPr>
      </w:pPr>
    </w:p>
    <w:p w14:paraId="1352818C" w14:textId="77777777" w:rsidR="00A55124" w:rsidRPr="000B4C6C" w:rsidRDefault="00A55124" w:rsidP="00A55124">
      <w:pPr>
        <w:pStyle w:val="Normal0"/>
        <w:tabs>
          <w:tab w:val="left" w:pos="240"/>
        </w:tabs>
        <w:rPr>
          <w:rFonts w:asciiTheme="minorHAnsi" w:hAnsiTheme="minorHAnsi" w:cstheme="minorHAnsi"/>
          <w:color w:val="000000"/>
          <w:shd w:val="clear" w:color="auto" w:fill="FFFFFF"/>
        </w:rPr>
      </w:pPr>
      <w:r w:rsidRPr="000B4C6C">
        <w:rPr>
          <w:rFonts w:asciiTheme="minorHAnsi" w:hAnsiTheme="minorHAnsi" w:cstheme="minorHAnsi"/>
          <w:color w:val="000000"/>
          <w:shd w:val="clear" w:color="auto" w:fill="FFFFFF"/>
        </w:rPr>
        <w:t>Dear Chris and Richie,</w:t>
      </w:r>
    </w:p>
    <w:p w14:paraId="5F408DF5" w14:textId="77777777" w:rsidR="00A55124" w:rsidRPr="000B4C6C" w:rsidRDefault="00A55124" w:rsidP="00A55124">
      <w:pPr>
        <w:pStyle w:val="Normal0"/>
        <w:tabs>
          <w:tab w:val="left" w:pos="240"/>
        </w:tabs>
        <w:rPr>
          <w:rFonts w:asciiTheme="minorHAnsi" w:hAnsiTheme="minorHAnsi" w:cstheme="minorHAnsi"/>
          <w:color w:val="000000"/>
          <w:shd w:val="clear" w:color="auto" w:fill="FFFFFF"/>
        </w:rPr>
      </w:pPr>
    </w:p>
    <w:p w14:paraId="4A92CF63" w14:textId="77777777" w:rsidR="00A55124" w:rsidRPr="000B4C6C" w:rsidRDefault="00A55124" w:rsidP="00A55124">
      <w:pPr>
        <w:pStyle w:val="Normal0"/>
        <w:tabs>
          <w:tab w:val="left" w:pos="240"/>
        </w:tabs>
        <w:rPr>
          <w:rFonts w:asciiTheme="minorHAnsi" w:hAnsiTheme="minorHAnsi" w:cstheme="minorHAnsi"/>
          <w:color w:val="000000"/>
          <w:shd w:val="clear" w:color="auto" w:fill="FFFFFF"/>
        </w:rPr>
      </w:pPr>
      <w:r w:rsidRPr="000B4C6C">
        <w:rPr>
          <w:rFonts w:asciiTheme="minorHAnsi" w:hAnsiTheme="minorHAnsi" w:cstheme="minorHAnsi"/>
          <w:color w:val="000000"/>
          <w:shd w:val="clear" w:color="auto" w:fill="FFFFFF"/>
        </w:rPr>
        <w:t>Referral reason: POST-KIDNEY TRANSPLANT TRAVEL/VACCINATION ASSESSMENT</w:t>
      </w:r>
    </w:p>
    <w:p w14:paraId="7D2AEB91" w14:textId="77777777" w:rsidR="00A55124" w:rsidRPr="000B4C6C" w:rsidRDefault="00A55124" w:rsidP="00A55124">
      <w:pPr>
        <w:pStyle w:val="Normal0"/>
        <w:tabs>
          <w:tab w:val="left" w:pos="240"/>
        </w:tabs>
        <w:rPr>
          <w:rFonts w:asciiTheme="minorHAnsi" w:hAnsiTheme="minorHAnsi" w:cstheme="minorHAnsi"/>
          <w:color w:val="000000"/>
          <w:shd w:val="clear" w:color="auto" w:fill="FFFFFF"/>
        </w:rPr>
      </w:pPr>
    </w:p>
    <w:p w14:paraId="729C1B60" w14:textId="77777777" w:rsidR="00A55124" w:rsidRPr="000B4C6C" w:rsidRDefault="00A55124" w:rsidP="00A55124">
      <w:pPr>
        <w:pStyle w:val="Normal0"/>
        <w:tabs>
          <w:tab w:val="left" w:pos="240"/>
        </w:tabs>
        <w:rPr>
          <w:rFonts w:asciiTheme="minorHAnsi" w:hAnsiTheme="minorHAnsi" w:cstheme="minorHAnsi"/>
          <w:color w:val="000000"/>
          <w:shd w:val="clear" w:color="auto" w:fill="FFFFFF"/>
        </w:rPr>
      </w:pPr>
    </w:p>
    <w:p w14:paraId="69D31BE5" w14:textId="77777777" w:rsidR="00A55124" w:rsidRPr="000B4C6C" w:rsidRDefault="00A55124" w:rsidP="00A55124">
      <w:pPr>
        <w:pStyle w:val="Normal0"/>
        <w:tabs>
          <w:tab w:val="left" w:pos="240"/>
        </w:tabs>
        <w:rPr>
          <w:rFonts w:asciiTheme="minorHAnsi" w:hAnsiTheme="minorHAnsi" w:cstheme="minorHAnsi"/>
          <w:color w:val="000000"/>
          <w:shd w:val="clear" w:color="auto" w:fill="FFFFFF"/>
        </w:rPr>
      </w:pPr>
      <w:r w:rsidRPr="000B4C6C">
        <w:rPr>
          <w:rFonts w:asciiTheme="minorHAnsi" w:hAnsiTheme="minorHAnsi" w:cstheme="minorHAnsi"/>
          <w:color w:val="000000"/>
          <w:shd w:val="clear" w:color="auto" w:fill="FFFFFF"/>
        </w:rPr>
        <w:t xml:space="preserve">Re:                   </w:t>
      </w:r>
    </w:p>
    <w:p w14:paraId="62E2214B" w14:textId="77777777" w:rsidR="00A55124" w:rsidRPr="000B4C6C" w:rsidRDefault="00A55124" w:rsidP="00A55124">
      <w:pPr>
        <w:pStyle w:val="Normal0"/>
        <w:tabs>
          <w:tab w:val="left" w:pos="240"/>
        </w:tabs>
        <w:rPr>
          <w:rFonts w:asciiTheme="minorHAnsi" w:hAnsiTheme="minorHAnsi" w:cstheme="minorHAnsi"/>
          <w:color w:val="000000"/>
          <w:shd w:val="clear" w:color="auto" w:fill="FFFFFF"/>
        </w:rPr>
      </w:pPr>
    </w:p>
    <w:p w14:paraId="182412D0" w14:textId="77777777" w:rsidR="00A55124" w:rsidRPr="000B4C6C" w:rsidRDefault="00A55124" w:rsidP="00A55124">
      <w:pPr>
        <w:pStyle w:val="Normal0"/>
        <w:tabs>
          <w:tab w:val="left" w:pos="240"/>
        </w:tabs>
        <w:rPr>
          <w:rFonts w:asciiTheme="minorHAnsi" w:hAnsiTheme="minorHAnsi" w:cstheme="minorHAnsi"/>
          <w:color w:val="000000"/>
          <w:shd w:val="clear" w:color="auto" w:fill="FFFFFF"/>
        </w:rPr>
      </w:pPr>
      <w:r w:rsidRPr="000B4C6C">
        <w:rPr>
          <w:rFonts w:asciiTheme="minorHAnsi" w:hAnsiTheme="minorHAnsi" w:cstheme="minorHAnsi"/>
          <w:color w:val="000000"/>
          <w:shd w:val="clear" w:color="auto" w:fill="FFFFFF"/>
        </w:rPr>
        <w:tab/>
      </w:r>
      <w:r w:rsidRPr="000B4C6C">
        <w:rPr>
          <w:rFonts w:asciiTheme="minorHAnsi" w:hAnsiTheme="minorHAnsi" w:cstheme="minorHAnsi"/>
          <w:color w:val="000000"/>
          <w:shd w:val="clear" w:color="auto" w:fill="FFFFFF"/>
        </w:rPr>
        <w:tab/>
      </w:r>
      <w:r w:rsidRPr="000B4C6C">
        <w:rPr>
          <w:rFonts w:asciiTheme="minorHAnsi" w:hAnsiTheme="minorHAnsi" w:cstheme="minorHAnsi"/>
          <w:color w:val="000000"/>
          <w:shd w:val="clear" w:color="auto" w:fill="FFFFFF"/>
        </w:rPr>
        <w:tab/>
      </w:r>
      <w:r w:rsidRPr="000B4C6C">
        <w:rPr>
          <w:rFonts w:asciiTheme="minorHAnsi" w:hAnsiTheme="minorHAnsi" w:cstheme="minorHAnsi"/>
          <w:color w:val="000000"/>
          <w:shd w:val="clear" w:color="auto" w:fill="FFFFFF"/>
        </w:rPr>
        <w:tab/>
        <w:t>AFFIX PATIENT LABEL HERE</w:t>
      </w:r>
    </w:p>
    <w:p w14:paraId="3AF283DD" w14:textId="77777777" w:rsidR="00A55124" w:rsidRPr="000B4C6C" w:rsidRDefault="00A55124" w:rsidP="00A55124">
      <w:pPr>
        <w:pStyle w:val="Normal0"/>
        <w:tabs>
          <w:tab w:val="left" w:pos="240"/>
        </w:tabs>
        <w:rPr>
          <w:rFonts w:asciiTheme="minorHAnsi" w:hAnsiTheme="minorHAnsi" w:cstheme="minorHAnsi"/>
          <w:color w:val="000000"/>
          <w:shd w:val="clear" w:color="auto" w:fill="FFFFFF"/>
        </w:rPr>
      </w:pPr>
    </w:p>
    <w:p w14:paraId="04B98803" w14:textId="77777777" w:rsidR="00A55124" w:rsidRPr="000B4C6C" w:rsidRDefault="00A55124" w:rsidP="00A55124">
      <w:pPr>
        <w:pStyle w:val="Normal0"/>
        <w:tabs>
          <w:tab w:val="left" w:pos="240"/>
        </w:tabs>
        <w:rPr>
          <w:rFonts w:asciiTheme="minorHAnsi" w:hAnsiTheme="minorHAnsi" w:cstheme="minorHAnsi"/>
          <w:color w:val="000000"/>
          <w:shd w:val="clear" w:color="auto" w:fill="FFFFFF"/>
        </w:rPr>
      </w:pPr>
    </w:p>
    <w:p w14:paraId="5CA37C95" w14:textId="77777777" w:rsidR="00A55124" w:rsidRPr="000B4C6C" w:rsidRDefault="00A55124" w:rsidP="00A55124">
      <w:pPr>
        <w:pStyle w:val="Normal0"/>
        <w:tabs>
          <w:tab w:val="left" w:pos="240"/>
        </w:tabs>
        <w:rPr>
          <w:rFonts w:asciiTheme="minorHAnsi" w:hAnsiTheme="minorHAnsi" w:cstheme="minorHAnsi"/>
          <w:color w:val="000000"/>
          <w:shd w:val="clear" w:color="auto" w:fill="FFFFFF"/>
        </w:rPr>
      </w:pPr>
    </w:p>
    <w:p w14:paraId="06EF4164" w14:textId="77777777" w:rsidR="00A55124" w:rsidRPr="000B4C6C" w:rsidRDefault="00A55124" w:rsidP="00A55124">
      <w:pPr>
        <w:pStyle w:val="Normal0"/>
        <w:tabs>
          <w:tab w:val="left" w:pos="240"/>
        </w:tabs>
        <w:rPr>
          <w:rFonts w:asciiTheme="minorHAnsi" w:hAnsiTheme="minorHAnsi" w:cstheme="minorHAnsi"/>
          <w:color w:val="000000"/>
          <w:shd w:val="clear" w:color="auto" w:fill="FFFFFF"/>
        </w:rPr>
      </w:pPr>
    </w:p>
    <w:p w14:paraId="23AC43F7" w14:textId="77777777" w:rsidR="00A55124" w:rsidRPr="000B4C6C" w:rsidRDefault="00A55124" w:rsidP="00A55124">
      <w:pPr>
        <w:pStyle w:val="Normal0"/>
        <w:tabs>
          <w:tab w:val="left" w:pos="240"/>
        </w:tabs>
        <w:rPr>
          <w:rFonts w:asciiTheme="minorHAnsi" w:hAnsiTheme="minorHAnsi" w:cstheme="minorHAnsi"/>
          <w:color w:val="000000"/>
          <w:shd w:val="clear" w:color="auto" w:fill="FFFFFF"/>
        </w:rPr>
      </w:pPr>
    </w:p>
    <w:p w14:paraId="0C0E2185" w14:textId="77777777" w:rsidR="00A55124" w:rsidRPr="000B4C6C" w:rsidRDefault="00A55124" w:rsidP="00A55124">
      <w:pPr>
        <w:pStyle w:val="Normal0"/>
        <w:tabs>
          <w:tab w:val="left" w:pos="240"/>
        </w:tabs>
        <w:rPr>
          <w:rFonts w:asciiTheme="minorHAnsi" w:hAnsiTheme="minorHAnsi" w:cstheme="minorHAnsi"/>
          <w:color w:val="000000"/>
          <w:shd w:val="clear" w:color="auto" w:fill="FFFFFF"/>
        </w:rPr>
      </w:pPr>
      <w:r w:rsidRPr="000B4C6C">
        <w:rPr>
          <w:rFonts w:asciiTheme="minorHAnsi" w:hAnsiTheme="minorHAnsi" w:cstheme="minorHAnsi"/>
          <w:color w:val="000000"/>
          <w:shd w:val="clear" w:color="auto" w:fill="FFFFFF"/>
        </w:rPr>
        <w:t>Thank you for seeing this patient for travel and vaccination advice. We appreciate your opinion for his/her upcoming trip.</w:t>
      </w:r>
    </w:p>
    <w:p w14:paraId="1528B3B3" w14:textId="77777777" w:rsidR="00A55124" w:rsidRPr="000B4C6C" w:rsidRDefault="00A55124" w:rsidP="00A55124">
      <w:pPr>
        <w:pStyle w:val="Normal0"/>
        <w:tabs>
          <w:tab w:val="left" w:pos="240"/>
        </w:tabs>
        <w:rPr>
          <w:rFonts w:asciiTheme="minorHAnsi" w:hAnsiTheme="minorHAnsi" w:cstheme="minorHAnsi"/>
          <w:color w:val="000000"/>
          <w:shd w:val="clear" w:color="auto" w:fill="FFFFFF"/>
        </w:rPr>
      </w:pPr>
    </w:p>
    <w:p w14:paraId="55829F56" w14:textId="77777777" w:rsidR="00A55124" w:rsidRPr="000B4C6C" w:rsidRDefault="00A55124" w:rsidP="00A55124">
      <w:pPr>
        <w:pStyle w:val="Normal0"/>
        <w:tabs>
          <w:tab w:val="left" w:pos="240"/>
        </w:tabs>
        <w:rPr>
          <w:rFonts w:asciiTheme="minorHAnsi" w:hAnsiTheme="minorHAnsi" w:cstheme="minorHAnsi"/>
          <w:color w:val="000000"/>
          <w:shd w:val="clear" w:color="auto" w:fill="FFFFFF"/>
        </w:rPr>
      </w:pPr>
      <w:r w:rsidRPr="000B4C6C">
        <w:rPr>
          <w:rFonts w:asciiTheme="minorHAnsi" w:hAnsiTheme="minorHAnsi" w:cstheme="minorHAnsi"/>
          <w:color w:val="000000"/>
          <w:shd w:val="clear" w:color="auto" w:fill="FFFFFF"/>
        </w:rPr>
        <w:t xml:space="preserve">Kidney transplant date: </w:t>
      </w:r>
    </w:p>
    <w:p w14:paraId="0F2780C2" w14:textId="77777777" w:rsidR="00A55124" w:rsidRPr="000B4C6C" w:rsidRDefault="00A55124" w:rsidP="00A55124">
      <w:pPr>
        <w:pStyle w:val="Normal0"/>
        <w:tabs>
          <w:tab w:val="left" w:pos="240"/>
        </w:tabs>
        <w:rPr>
          <w:rFonts w:asciiTheme="minorHAnsi" w:hAnsiTheme="minorHAnsi" w:cstheme="minorHAnsi"/>
          <w:color w:val="000000"/>
          <w:shd w:val="clear" w:color="auto" w:fill="FFFFFF"/>
        </w:rPr>
      </w:pPr>
    </w:p>
    <w:p w14:paraId="79835622" w14:textId="7EFF0784" w:rsidR="00A55124" w:rsidRPr="000B4C6C" w:rsidRDefault="00A55124" w:rsidP="00A55124">
      <w:pPr>
        <w:pStyle w:val="Normal0"/>
        <w:tabs>
          <w:tab w:val="left" w:pos="240"/>
        </w:tabs>
        <w:rPr>
          <w:rFonts w:asciiTheme="minorHAnsi" w:hAnsiTheme="minorHAnsi" w:cstheme="minorHAnsi"/>
          <w:color w:val="000000"/>
          <w:shd w:val="clear" w:color="auto" w:fill="FFFFFF"/>
        </w:rPr>
      </w:pPr>
      <w:r w:rsidRPr="000B4C6C">
        <w:rPr>
          <w:rFonts w:asciiTheme="minorHAnsi" w:hAnsiTheme="minorHAnsi" w:cstheme="minorHAnsi"/>
          <w:color w:val="000000"/>
          <w:shd w:val="clear" w:color="auto" w:fill="FFFFFF"/>
        </w:rPr>
        <w:t xml:space="preserve">Trip destination(s): (specify regions) </w:t>
      </w:r>
    </w:p>
    <w:p w14:paraId="3E8C5761" w14:textId="77777777" w:rsidR="00A55124" w:rsidRPr="000B4C6C" w:rsidRDefault="00A55124" w:rsidP="00A55124">
      <w:pPr>
        <w:pStyle w:val="Normal0"/>
        <w:tabs>
          <w:tab w:val="left" w:pos="240"/>
        </w:tabs>
        <w:rPr>
          <w:rFonts w:asciiTheme="minorHAnsi" w:hAnsiTheme="minorHAnsi" w:cstheme="minorHAnsi"/>
          <w:color w:val="000000"/>
          <w:shd w:val="clear" w:color="auto" w:fill="FFFFFF"/>
        </w:rPr>
      </w:pPr>
      <w:r w:rsidRPr="000B4C6C">
        <w:rPr>
          <w:rFonts w:asciiTheme="minorHAnsi" w:hAnsiTheme="minorHAnsi" w:cstheme="minorHAnsi"/>
          <w:color w:val="000000"/>
          <w:shd w:val="clear" w:color="auto" w:fill="FFFFFF"/>
        </w:rPr>
        <w:t xml:space="preserve"> </w:t>
      </w:r>
    </w:p>
    <w:p w14:paraId="2900F5FD" w14:textId="77777777" w:rsidR="00A55124" w:rsidRPr="000B4C6C" w:rsidRDefault="00A55124" w:rsidP="00A55124">
      <w:pPr>
        <w:pStyle w:val="Normal0"/>
        <w:tabs>
          <w:tab w:val="left" w:pos="240"/>
        </w:tabs>
        <w:rPr>
          <w:rFonts w:asciiTheme="minorHAnsi" w:hAnsiTheme="minorHAnsi" w:cstheme="minorHAnsi"/>
          <w:color w:val="000000"/>
          <w:shd w:val="clear" w:color="auto" w:fill="FFFFFF"/>
        </w:rPr>
      </w:pPr>
      <w:r w:rsidRPr="000B4C6C">
        <w:rPr>
          <w:rFonts w:asciiTheme="minorHAnsi" w:hAnsiTheme="minorHAnsi" w:cstheme="minorHAnsi"/>
          <w:color w:val="000000"/>
          <w:shd w:val="clear" w:color="auto" w:fill="FFFFFF"/>
        </w:rPr>
        <w:t xml:space="preserve">Date of travel: </w:t>
      </w:r>
      <w:r w:rsidRPr="000B4C6C">
        <w:rPr>
          <w:rFonts w:asciiTheme="minorHAnsi" w:hAnsiTheme="minorHAnsi" w:cstheme="minorHAnsi"/>
          <w:color w:val="000000"/>
          <w:shd w:val="clear" w:color="auto" w:fill="FFFFFF"/>
        </w:rPr>
        <w:br/>
      </w:r>
    </w:p>
    <w:p w14:paraId="24E9A4E8" w14:textId="77777777" w:rsidR="00A55124" w:rsidRPr="000B4C6C" w:rsidRDefault="00A55124" w:rsidP="00A55124">
      <w:pPr>
        <w:pStyle w:val="Normal0"/>
        <w:tabs>
          <w:tab w:val="left" w:pos="240"/>
        </w:tabs>
        <w:rPr>
          <w:rFonts w:asciiTheme="minorHAnsi" w:hAnsiTheme="minorHAnsi" w:cstheme="minorHAnsi"/>
          <w:color w:val="000000"/>
          <w:shd w:val="clear" w:color="auto" w:fill="FFFFFF"/>
        </w:rPr>
      </w:pPr>
    </w:p>
    <w:p w14:paraId="32682263" w14:textId="77777777" w:rsidR="00A55124" w:rsidRPr="000B4C6C" w:rsidRDefault="00A55124" w:rsidP="00A55124">
      <w:pPr>
        <w:pStyle w:val="Normal0"/>
        <w:tabs>
          <w:tab w:val="left" w:pos="240"/>
        </w:tabs>
        <w:rPr>
          <w:rFonts w:asciiTheme="minorHAnsi" w:hAnsiTheme="minorHAnsi" w:cstheme="minorHAnsi"/>
          <w:color w:val="000000"/>
          <w:shd w:val="clear" w:color="auto" w:fill="FFFFFF"/>
        </w:rPr>
      </w:pPr>
      <w:r w:rsidRPr="000B4C6C">
        <w:rPr>
          <w:rFonts w:asciiTheme="minorHAnsi" w:hAnsiTheme="minorHAnsi" w:cstheme="minorHAnsi"/>
          <w:color w:val="000000"/>
          <w:shd w:val="clear" w:color="auto" w:fill="FFFFFF"/>
        </w:rPr>
        <w:t>A recent renal review letter is attached.</w:t>
      </w:r>
    </w:p>
    <w:p w14:paraId="5FFBFC17" w14:textId="77777777" w:rsidR="00A55124" w:rsidRPr="000B4C6C" w:rsidRDefault="00A55124" w:rsidP="00A55124">
      <w:pPr>
        <w:pStyle w:val="Normal0"/>
        <w:tabs>
          <w:tab w:val="left" w:pos="240"/>
        </w:tabs>
        <w:rPr>
          <w:rFonts w:asciiTheme="minorHAnsi" w:hAnsiTheme="minorHAnsi" w:cstheme="minorHAnsi"/>
          <w:color w:val="000000"/>
          <w:shd w:val="clear" w:color="auto" w:fill="FFFFFF"/>
        </w:rPr>
      </w:pPr>
    </w:p>
    <w:p w14:paraId="6102ED2C" w14:textId="77777777" w:rsidR="00A55124" w:rsidRPr="000B4C6C" w:rsidRDefault="00A55124" w:rsidP="00A55124">
      <w:pPr>
        <w:pStyle w:val="Normal0"/>
        <w:tabs>
          <w:tab w:val="left" w:pos="240"/>
        </w:tabs>
        <w:rPr>
          <w:rFonts w:asciiTheme="minorHAnsi" w:hAnsiTheme="minorHAnsi" w:cstheme="minorHAnsi"/>
          <w:color w:val="000000"/>
          <w:shd w:val="clear" w:color="auto" w:fill="FFFFFF"/>
        </w:rPr>
      </w:pPr>
      <w:r w:rsidRPr="000B4C6C">
        <w:rPr>
          <w:rFonts w:asciiTheme="minorHAnsi" w:hAnsiTheme="minorHAnsi" w:cstheme="minorHAnsi"/>
          <w:color w:val="000000"/>
          <w:shd w:val="clear" w:color="auto" w:fill="FFFFFF"/>
        </w:rPr>
        <w:t>Yours Sincerely,</w:t>
      </w:r>
    </w:p>
    <w:p w14:paraId="3DCF0544" w14:textId="2D88B9A3" w:rsidR="00E42731" w:rsidRPr="000B4C6C" w:rsidRDefault="00E42731" w:rsidP="00E42731">
      <w:pPr>
        <w:rPr>
          <w:rFonts w:asciiTheme="minorHAnsi" w:hAnsiTheme="minorHAnsi" w:cstheme="minorHAnsi"/>
        </w:rPr>
      </w:pPr>
    </w:p>
    <w:p w14:paraId="56838493" w14:textId="77777777" w:rsidR="00E42731" w:rsidRPr="00E42731" w:rsidRDefault="00E42731" w:rsidP="00E42731">
      <w:pPr>
        <w:rPr>
          <w:rFonts w:ascii="Times New Roman" w:hAnsi="Times New Roman"/>
          <w:sz w:val="22"/>
          <w:szCs w:val="22"/>
        </w:rPr>
      </w:pPr>
    </w:p>
    <w:sectPr w:rsidR="00E42731" w:rsidRPr="00E42731" w:rsidSect="00AB2B36">
      <w:headerReference w:type="default" r:id="rId8"/>
      <w:footerReference w:type="even" r:id="rId9"/>
      <w:footerReference w:type="default" r:id="rId10"/>
      <w:pgSz w:w="11906" w:h="16838" w:code="9"/>
      <w:pgMar w:top="851" w:right="851" w:bottom="567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3FC738" w14:textId="77777777" w:rsidR="009922CA" w:rsidRDefault="009922CA" w:rsidP="00FF3544">
      <w:r>
        <w:separator/>
      </w:r>
    </w:p>
  </w:endnote>
  <w:endnote w:type="continuationSeparator" w:id="0">
    <w:p w14:paraId="73843923" w14:textId="77777777" w:rsidR="009922CA" w:rsidRDefault="009922CA" w:rsidP="00FF3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3D7219" w14:textId="77777777" w:rsidR="00C0071C" w:rsidRDefault="009309CC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608" w:type="dxa"/>
      <w:tblLayout w:type="fixed"/>
      <w:tblLook w:val="04A0" w:firstRow="1" w:lastRow="0" w:firstColumn="1" w:lastColumn="0" w:noHBand="0" w:noVBand="1"/>
    </w:tblPr>
    <w:tblGrid>
      <w:gridCol w:w="1701"/>
      <w:gridCol w:w="1701"/>
      <w:gridCol w:w="1701"/>
      <w:gridCol w:w="1701"/>
      <w:gridCol w:w="1701"/>
      <w:gridCol w:w="1701"/>
      <w:gridCol w:w="1701"/>
      <w:gridCol w:w="1701"/>
    </w:tblGrid>
    <w:tr w:rsidR="003D5A86" w:rsidRPr="008F6B3E" w14:paraId="04D391C8" w14:textId="77777777" w:rsidTr="003D5A86">
      <w:trPr>
        <w:gridAfter w:val="1"/>
        <w:wAfter w:w="1701" w:type="dxa"/>
      </w:trPr>
      <w:tc>
        <w:tcPr>
          <w:tcW w:w="1701" w:type="dxa"/>
        </w:tcPr>
        <w:p w14:paraId="54792241" w14:textId="77777777" w:rsidR="003D5A86" w:rsidRPr="008F6B3E" w:rsidRDefault="003D5A86" w:rsidP="00595449">
          <w:pPr>
            <w:rPr>
              <w:rFonts w:ascii="Arial Narrow" w:hAnsi="Arial Narrow"/>
              <w:b/>
              <w:sz w:val="16"/>
            </w:rPr>
          </w:pPr>
          <w:r w:rsidRPr="008F6B3E">
            <w:rPr>
              <w:rFonts w:ascii="Arial Narrow" w:hAnsi="Arial Narrow"/>
              <w:b/>
              <w:sz w:val="16"/>
            </w:rPr>
            <w:t>Professor Mark Brown</w:t>
          </w:r>
        </w:p>
        <w:p w14:paraId="4623E95C" w14:textId="77777777"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>Tel:  02 9113 2622</w:t>
          </w:r>
        </w:p>
        <w:p w14:paraId="6ABC4EC7" w14:textId="77777777"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>Fax: 02 9553 8192</w:t>
          </w:r>
        </w:p>
        <w:p w14:paraId="552718C2" w14:textId="77777777" w:rsidR="003D5A86" w:rsidRPr="008F6B3E" w:rsidRDefault="003D5A86" w:rsidP="00595449">
          <w:pPr>
            <w:pStyle w:val="Footer"/>
            <w:rPr>
              <w:szCs w:val="16"/>
            </w:rPr>
          </w:pPr>
        </w:p>
      </w:tc>
      <w:tc>
        <w:tcPr>
          <w:tcW w:w="1701" w:type="dxa"/>
        </w:tcPr>
        <w:p w14:paraId="57EDBCF7" w14:textId="77777777" w:rsidR="003D5A86" w:rsidRPr="008F6B3E" w:rsidRDefault="003D5A86" w:rsidP="004E7EDB">
          <w:pPr>
            <w:pStyle w:val="BalloonText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A/Prof</w:t>
          </w:r>
          <w:r w:rsidRPr="008F6B3E">
            <w:rPr>
              <w:rFonts w:ascii="Arial Narrow" w:hAnsi="Arial Narrow"/>
              <w:b/>
            </w:rPr>
            <w:t xml:space="preserve"> Ivor Katz</w:t>
          </w:r>
        </w:p>
        <w:p w14:paraId="56773E8C" w14:textId="77777777" w:rsidR="003D5A86" w:rsidRPr="008F6B3E" w:rsidRDefault="003D5A86" w:rsidP="004E7EDB">
          <w:pPr>
            <w:pStyle w:val="BalloonText"/>
            <w:rPr>
              <w:rFonts w:ascii="Arial Narrow" w:hAnsi="Arial Narrow"/>
            </w:rPr>
          </w:pPr>
          <w:r w:rsidRPr="008F6B3E">
            <w:rPr>
              <w:rFonts w:ascii="Arial Narrow" w:hAnsi="Arial Narrow"/>
            </w:rPr>
            <w:t>Tel: 02 9113 2181</w:t>
          </w:r>
        </w:p>
        <w:p w14:paraId="37A77380" w14:textId="77777777" w:rsidR="003D5A86" w:rsidRPr="008F6B3E" w:rsidRDefault="003D5A86" w:rsidP="004E7EDB">
          <w:pPr>
            <w:pStyle w:val="BalloonText"/>
            <w:rPr>
              <w:rFonts w:ascii="Arial Narrow" w:hAnsi="Arial Narrow"/>
            </w:rPr>
          </w:pPr>
          <w:r w:rsidRPr="008F6B3E">
            <w:rPr>
              <w:rFonts w:ascii="Arial Narrow" w:hAnsi="Arial Narrow"/>
            </w:rPr>
            <w:t>Fax:02 9553 8192</w:t>
          </w:r>
        </w:p>
        <w:p w14:paraId="2E06CBE5" w14:textId="77777777" w:rsidR="003D5A86" w:rsidRPr="008F6B3E" w:rsidRDefault="003D5A86" w:rsidP="004E7EDB">
          <w:pPr>
            <w:rPr>
              <w:szCs w:val="16"/>
            </w:rPr>
          </w:pPr>
        </w:p>
      </w:tc>
      <w:tc>
        <w:tcPr>
          <w:tcW w:w="1701" w:type="dxa"/>
        </w:tcPr>
        <w:p w14:paraId="55C8D43A" w14:textId="77777777" w:rsidR="003D5A86" w:rsidRPr="008F6B3E" w:rsidRDefault="003D5A86" w:rsidP="00595449">
          <w:pPr>
            <w:rPr>
              <w:rFonts w:ascii="Arial Narrow" w:hAnsi="Arial Narrow"/>
              <w:b/>
              <w:sz w:val="16"/>
            </w:rPr>
          </w:pPr>
          <w:r>
            <w:rPr>
              <w:rFonts w:ascii="Arial Narrow" w:hAnsi="Arial Narrow"/>
              <w:b/>
              <w:sz w:val="16"/>
            </w:rPr>
            <w:t>A/Prof</w:t>
          </w:r>
          <w:r w:rsidRPr="008F6B3E">
            <w:rPr>
              <w:rFonts w:ascii="Arial Narrow" w:hAnsi="Arial Narrow"/>
              <w:b/>
              <w:sz w:val="16"/>
            </w:rPr>
            <w:t xml:space="preserve"> </w:t>
          </w:r>
          <w:r>
            <w:rPr>
              <w:rFonts w:ascii="Arial Narrow" w:hAnsi="Arial Narrow"/>
              <w:b/>
              <w:sz w:val="16"/>
            </w:rPr>
            <w:t>Sunil Badve</w:t>
          </w:r>
        </w:p>
        <w:p w14:paraId="14828C37" w14:textId="77777777" w:rsidR="003D5A86" w:rsidRPr="008F6B3E" w:rsidRDefault="003D5A86" w:rsidP="00595449">
          <w:pPr>
            <w:pStyle w:val="BalloonText"/>
            <w:rPr>
              <w:rFonts w:ascii="Arial Narrow" w:hAnsi="Arial Narrow" w:cs="Times New Roman"/>
              <w:bCs/>
              <w:szCs w:val="24"/>
            </w:rPr>
          </w:pPr>
          <w:r w:rsidRPr="008F6B3E">
            <w:rPr>
              <w:rFonts w:ascii="Arial Narrow" w:hAnsi="Arial Narrow" w:cs="Times New Roman"/>
              <w:bCs/>
              <w:szCs w:val="24"/>
            </w:rPr>
            <w:t>Tel: 02 9113 2181</w:t>
          </w:r>
        </w:p>
        <w:p w14:paraId="6F49D6F8" w14:textId="77777777" w:rsidR="003D5A86" w:rsidRPr="008F6B3E" w:rsidRDefault="003D5A86" w:rsidP="00595449">
          <w:pPr>
            <w:rPr>
              <w:rFonts w:ascii="Arial Narrow" w:hAnsi="Arial Narrow"/>
              <w:bCs/>
              <w:sz w:val="16"/>
            </w:rPr>
          </w:pPr>
          <w:r w:rsidRPr="008F6B3E">
            <w:rPr>
              <w:rFonts w:ascii="Arial Narrow" w:hAnsi="Arial Narrow"/>
              <w:bCs/>
              <w:sz w:val="16"/>
            </w:rPr>
            <w:t>Fax:02 9553 8192</w:t>
          </w:r>
        </w:p>
        <w:p w14:paraId="7EC8E2BF" w14:textId="77777777" w:rsidR="003D5A86" w:rsidRPr="008F6B3E" w:rsidRDefault="003D5A86" w:rsidP="00595449">
          <w:pPr>
            <w:pStyle w:val="Footer"/>
            <w:rPr>
              <w:szCs w:val="16"/>
            </w:rPr>
          </w:pPr>
        </w:p>
      </w:tc>
      <w:tc>
        <w:tcPr>
          <w:tcW w:w="1701" w:type="dxa"/>
        </w:tcPr>
        <w:p w14:paraId="7BAFC6EC" w14:textId="77777777" w:rsidR="003D5A86" w:rsidRDefault="003D5A86" w:rsidP="004E7EDB">
          <w:pPr>
            <w:pStyle w:val="BalloonText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Dr Franziska Pettit</w:t>
          </w:r>
        </w:p>
        <w:p w14:paraId="216F5096" w14:textId="77777777" w:rsidR="003D5A86" w:rsidRDefault="003D5A86" w:rsidP="004E7EDB">
          <w:pPr>
            <w:pStyle w:val="BalloonText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Tel:  02 9113 2290</w:t>
          </w:r>
        </w:p>
        <w:p w14:paraId="46733FEA" w14:textId="77777777" w:rsidR="003D5A86" w:rsidRPr="00B12028" w:rsidRDefault="003D5A86" w:rsidP="004E7EDB">
          <w:pPr>
            <w:pStyle w:val="BalloonText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Fax: 02 9553 8192</w:t>
          </w:r>
        </w:p>
      </w:tc>
      <w:tc>
        <w:tcPr>
          <w:tcW w:w="1701" w:type="dxa"/>
        </w:tcPr>
        <w:p w14:paraId="4E67E167" w14:textId="77777777" w:rsidR="003D5A86" w:rsidRPr="00B12028" w:rsidRDefault="003D5A86" w:rsidP="00B12028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AE1DED">
            <w:rPr>
              <w:rFonts w:ascii="Arial Narrow" w:hAnsi="Arial Narrow"/>
              <w:b/>
              <w:sz w:val="16"/>
              <w:szCs w:val="16"/>
            </w:rPr>
            <w:t>Dr Frank Brennan</w:t>
          </w:r>
          <w:r w:rsidRPr="00B12028">
            <w:rPr>
              <w:rFonts w:ascii="Arial Narrow" w:hAnsi="Arial Narrow"/>
              <w:sz w:val="16"/>
              <w:szCs w:val="16"/>
            </w:rPr>
            <w:t xml:space="preserve"> - Renal Palliative Care</w:t>
          </w:r>
        </w:p>
        <w:p w14:paraId="023F0DC1" w14:textId="77777777" w:rsidR="003D5A86" w:rsidRPr="00B12028" w:rsidRDefault="003D5A86" w:rsidP="00B12028">
          <w:pPr>
            <w:pStyle w:val="Foo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Tel: 02 9113 2290</w:t>
          </w:r>
        </w:p>
        <w:p w14:paraId="47FF56B7" w14:textId="77777777" w:rsidR="003D5A86" w:rsidRPr="008F6B3E" w:rsidRDefault="003D5A86" w:rsidP="00B12028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B12028">
            <w:rPr>
              <w:rFonts w:ascii="Arial Narrow" w:hAnsi="Arial Narrow"/>
              <w:sz w:val="16"/>
              <w:szCs w:val="16"/>
            </w:rPr>
            <w:t>Fax: 02 9553 8192</w:t>
          </w:r>
        </w:p>
      </w:tc>
      <w:tc>
        <w:tcPr>
          <w:tcW w:w="1701" w:type="dxa"/>
        </w:tcPr>
        <w:p w14:paraId="64403955" w14:textId="77777777" w:rsidR="003D5A86" w:rsidRDefault="009A1C70" w:rsidP="00595449">
          <w:pPr>
            <w:pStyle w:val="Footer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Arial Narrow" w:hAnsi="Arial Narrow"/>
              <w:b/>
              <w:sz w:val="16"/>
              <w:szCs w:val="16"/>
            </w:rPr>
            <w:t>Dr Brendan Smyth</w:t>
          </w:r>
        </w:p>
        <w:p w14:paraId="6C2A6A9C" w14:textId="1AA23226" w:rsidR="009A1C70" w:rsidRDefault="009A1C70" w:rsidP="00595449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9A1C70">
            <w:rPr>
              <w:rFonts w:ascii="Arial Narrow" w:hAnsi="Arial Narrow"/>
              <w:sz w:val="16"/>
              <w:szCs w:val="16"/>
            </w:rPr>
            <w:t>Tel:</w:t>
          </w:r>
          <w:r>
            <w:rPr>
              <w:rFonts w:ascii="Arial Narrow" w:hAnsi="Arial Narrow"/>
              <w:sz w:val="16"/>
              <w:szCs w:val="16"/>
            </w:rPr>
            <w:t xml:space="preserve"> 02 9113 2181</w:t>
          </w:r>
        </w:p>
        <w:p w14:paraId="29AE8DC4" w14:textId="2F9C4F7D" w:rsidR="009A1C70" w:rsidRPr="009A1C70" w:rsidRDefault="009A1C70" w:rsidP="00595449">
          <w:pPr>
            <w:pStyle w:val="Foo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Fax: 02 9553 8192</w:t>
          </w:r>
        </w:p>
      </w:tc>
      <w:tc>
        <w:tcPr>
          <w:tcW w:w="1701" w:type="dxa"/>
        </w:tcPr>
        <w:p w14:paraId="2881562C" w14:textId="77777777"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</w:rPr>
          </w:pPr>
        </w:p>
      </w:tc>
    </w:tr>
    <w:tr w:rsidR="003D5A86" w:rsidRPr="008F6B3E" w14:paraId="520E5841" w14:textId="77777777" w:rsidTr="003D5A86">
      <w:tc>
        <w:tcPr>
          <w:tcW w:w="1701" w:type="dxa"/>
        </w:tcPr>
        <w:p w14:paraId="438C572F" w14:textId="3248D83C" w:rsidR="003D5A86" w:rsidRPr="008F6B3E" w:rsidRDefault="003D5A86" w:rsidP="00595449">
          <w:pPr>
            <w:rPr>
              <w:rFonts w:ascii="Arial Narrow" w:hAnsi="Arial Narrow"/>
              <w:b/>
              <w:sz w:val="16"/>
            </w:rPr>
          </w:pPr>
          <w:r w:rsidRPr="008F6B3E">
            <w:rPr>
              <w:rFonts w:ascii="Arial Narrow" w:hAnsi="Arial Narrow"/>
              <w:b/>
              <w:sz w:val="16"/>
            </w:rPr>
            <w:t>A/Prof John Kelly</w:t>
          </w:r>
        </w:p>
        <w:p w14:paraId="79F98262" w14:textId="77777777"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 xml:space="preserve">Tel:  02 9113 </w:t>
          </w:r>
          <w:r>
            <w:rPr>
              <w:rFonts w:ascii="Arial Narrow" w:hAnsi="Arial Narrow"/>
              <w:sz w:val="16"/>
            </w:rPr>
            <w:t>2290</w:t>
          </w:r>
        </w:p>
        <w:p w14:paraId="740BE169" w14:textId="77777777"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>Fax: 02 9553 8192</w:t>
          </w:r>
        </w:p>
        <w:p w14:paraId="06D36412" w14:textId="77777777" w:rsidR="003D5A86" w:rsidRPr="008F6B3E" w:rsidRDefault="003D5A86" w:rsidP="00595449">
          <w:pPr>
            <w:pStyle w:val="Footer"/>
            <w:rPr>
              <w:szCs w:val="16"/>
            </w:rPr>
          </w:pPr>
        </w:p>
      </w:tc>
      <w:tc>
        <w:tcPr>
          <w:tcW w:w="1701" w:type="dxa"/>
        </w:tcPr>
        <w:p w14:paraId="76B2C1CE" w14:textId="2636A010" w:rsidR="003D5A86" w:rsidRPr="008F6B3E" w:rsidRDefault="00E31438" w:rsidP="00595449">
          <w:pPr>
            <w:rPr>
              <w:rFonts w:ascii="Arial Narrow" w:hAnsi="Arial Narrow"/>
              <w:b/>
              <w:sz w:val="16"/>
            </w:rPr>
          </w:pPr>
          <w:r>
            <w:rPr>
              <w:rFonts w:ascii="Arial Narrow" w:hAnsi="Arial Narrow"/>
              <w:b/>
              <w:sz w:val="16"/>
            </w:rPr>
            <w:t>A</w:t>
          </w:r>
          <w:r w:rsidR="003D5A86" w:rsidRPr="008F6B3E">
            <w:rPr>
              <w:rFonts w:ascii="Arial Narrow" w:hAnsi="Arial Narrow"/>
              <w:b/>
              <w:sz w:val="16"/>
            </w:rPr>
            <w:t xml:space="preserve">/Prof George Mangos </w:t>
          </w:r>
        </w:p>
        <w:p w14:paraId="42C1EFAD" w14:textId="77777777"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>Tel:  02 9113 2019</w:t>
          </w:r>
        </w:p>
        <w:p w14:paraId="251492CC" w14:textId="77777777"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>Fax: 02 9113 3998</w:t>
          </w:r>
        </w:p>
        <w:p w14:paraId="21505282" w14:textId="77777777" w:rsidR="003D5A86" w:rsidRPr="008F6B3E" w:rsidRDefault="003D5A86" w:rsidP="00595449">
          <w:pPr>
            <w:pStyle w:val="Footer"/>
            <w:rPr>
              <w:szCs w:val="16"/>
            </w:rPr>
          </w:pPr>
        </w:p>
      </w:tc>
      <w:tc>
        <w:tcPr>
          <w:tcW w:w="1701" w:type="dxa"/>
        </w:tcPr>
        <w:p w14:paraId="217A1A1F" w14:textId="77777777"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</w:rPr>
          </w:pPr>
          <w:r w:rsidRPr="008F6B3E">
            <w:rPr>
              <w:rFonts w:ascii="Arial Narrow" w:hAnsi="Arial Narrow"/>
              <w:b/>
              <w:sz w:val="16"/>
              <w:szCs w:val="16"/>
            </w:rPr>
            <w:t>Dr Cathie Lane</w:t>
          </w:r>
        </w:p>
        <w:p w14:paraId="6448E962" w14:textId="77777777" w:rsidR="003D5A86" w:rsidRPr="008F6B3E" w:rsidRDefault="003D5A86" w:rsidP="00595449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8F6B3E">
            <w:rPr>
              <w:rFonts w:ascii="Arial Narrow" w:hAnsi="Arial Narrow"/>
              <w:sz w:val="16"/>
              <w:szCs w:val="16"/>
            </w:rPr>
            <w:t>Tel: 02 9113</w:t>
          </w:r>
          <w:r>
            <w:rPr>
              <w:rFonts w:ascii="Arial Narrow" w:hAnsi="Arial Narrow"/>
              <w:sz w:val="16"/>
              <w:szCs w:val="16"/>
            </w:rPr>
            <w:t xml:space="preserve"> </w:t>
          </w:r>
          <w:r w:rsidRPr="008F6B3E">
            <w:rPr>
              <w:rFonts w:ascii="Arial Narrow" w:hAnsi="Arial Narrow"/>
              <w:sz w:val="16"/>
              <w:szCs w:val="16"/>
            </w:rPr>
            <w:t>2181</w:t>
          </w:r>
        </w:p>
        <w:p w14:paraId="5C2E3170" w14:textId="77777777" w:rsidR="003D5A86" w:rsidRPr="008F6B3E" w:rsidRDefault="003D5A86" w:rsidP="00595449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8F6B3E">
            <w:rPr>
              <w:rFonts w:ascii="Arial Narrow" w:hAnsi="Arial Narrow"/>
              <w:sz w:val="16"/>
              <w:szCs w:val="16"/>
            </w:rPr>
            <w:t>Fax: 02 9553</w:t>
          </w:r>
          <w:r>
            <w:rPr>
              <w:rFonts w:ascii="Arial Narrow" w:hAnsi="Arial Narrow"/>
              <w:sz w:val="16"/>
              <w:szCs w:val="16"/>
            </w:rPr>
            <w:t xml:space="preserve"> </w:t>
          </w:r>
          <w:r w:rsidRPr="008F6B3E">
            <w:rPr>
              <w:rFonts w:ascii="Arial Narrow" w:hAnsi="Arial Narrow"/>
              <w:sz w:val="16"/>
              <w:szCs w:val="16"/>
            </w:rPr>
            <w:t>8192</w:t>
          </w:r>
        </w:p>
      </w:tc>
      <w:tc>
        <w:tcPr>
          <w:tcW w:w="1701" w:type="dxa"/>
        </w:tcPr>
        <w:p w14:paraId="732B718C" w14:textId="77777777" w:rsidR="003D5A86" w:rsidRDefault="003D5A86" w:rsidP="00595449">
          <w:pPr>
            <w:pStyle w:val="BalloonText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Dr Kelly Li</w:t>
          </w:r>
        </w:p>
        <w:p w14:paraId="64AFFC39" w14:textId="77777777" w:rsidR="003D5A86" w:rsidRDefault="003D5A86" w:rsidP="00595449">
          <w:pPr>
            <w:pStyle w:val="BalloonText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Tel: 02 9113 2622</w:t>
          </w:r>
        </w:p>
        <w:p w14:paraId="4E6BF3FE" w14:textId="77777777" w:rsidR="003D5A86" w:rsidRPr="003B070B" w:rsidRDefault="003D5A86" w:rsidP="00595449">
          <w:pPr>
            <w:pStyle w:val="BalloonText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Fax: 02 9553 8192</w:t>
          </w:r>
        </w:p>
      </w:tc>
      <w:tc>
        <w:tcPr>
          <w:tcW w:w="1701" w:type="dxa"/>
        </w:tcPr>
        <w:p w14:paraId="1E7C3696" w14:textId="77777777" w:rsidR="003D5A86" w:rsidRPr="008F6B3E" w:rsidRDefault="003D5A86" w:rsidP="00595449">
          <w:pPr>
            <w:pStyle w:val="BalloonText"/>
            <w:rPr>
              <w:rFonts w:ascii="Arial Narrow" w:hAnsi="Arial Narrow"/>
              <w:b/>
            </w:rPr>
          </w:pPr>
          <w:r w:rsidRPr="008F6B3E">
            <w:rPr>
              <w:rFonts w:ascii="Arial Narrow" w:hAnsi="Arial Narrow"/>
              <w:b/>
            </w:rPr>
            <w:t xml:space="preserve">Dr </w:t>
          </w:r>
          <w:proofErr w:type="spellStart"/>
          <w:r w:rsidRPr="008F6B3E">
            <w:rPr>
              <w:rFonts w:ascii="Arial Narrow" w:hAnsi="Arial Narrow"/>
              <w:b/>
            </w:rPr>
            <w:t>Partha</w:t>
          </w:r>
          <w:proofErr w:type="spellEnd"/>
          <w:r w:rsidRPr="008F6B3E">
            <w:rPr>
              <w:rFonts w:ascii="Arial Narrow" w:hAnsi="Arial Narrow"/>
              <w:b/>
            </w:rPr>
            <w:t xml:space="preserve"> Shanmugasundaram</w:t>
          </w:r>
        </w:p>
        <w:p w14:paraId="1E46CDC5" w14:textId="77777777" w:rsidR="003D5A86" w:rsidRPr="008F6B3E" w:rsidRDefault="003D5A86" w:rsidP="00595449">
          <w:pPr>
            <w:pStyle w:val="BalloonText"/>
            <w:rPr>
              <w:rFonts w:ascii="Arial Narrow" w:hAnsi="Arial Narrow"/>
            </w:rPr>
          </w:pPr>
          <w:r w:rsidRPr="008F6B3E">
            <w:rPr>
              <w:rFonts w:ascii="Arial Narrow" w:hAnsi="Arial Narrow"/>
            </w:rPr>
            <w:t>Tel: 02 9540 8660</w:t>
          </w:r>
        </w:p>
        <w:p w14:paraId="1D50B7AA" w14:textId="77777777" w:rsidR="003D5A86" w:rsidRPr="008F6B3E" w:rsidRDefault="003D5A86" w:rsidP="00595449">
          <w:pPr>
            <w:pStyle w:val="BalloonText"/>
            <w:rPr>
              <w:rFonts w:ascii="Arial Narrow" w:hAnsi="Arial Narrow"/>
            </w:rPr>
          </w:pPr>
          <w:r w:rsidRPr="008F6B3E">
            <w:rPr>
              <w:rFonts w:ascii="Arial Narrow" w:hAnsi="Arial Narrow"/>
            </w:rPr>
            <w:t>Fax:02 9540 8666</w:t>
          </w:r>
        </w:p>
        <w:p w14:paraId="3CA2B7F8" w14:textId="77777777" w:rsidR="003D5A86" w:rsidRPr="008F6B3E" w:rsidRDefault="003D5A86" w:rsidP="00595449">
          <w:pPr>
            <w:pStyle w:val="Foo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701" w:type="dxa"/>
        </w:tcPr>
        <w:p w14:paraId="49787C4F" w14:textId="77777777"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  <w:u w:val="single"/>
            </w:rPr>
          </w:pPr>
          <w:r w:rsidRPr="008F6B3E">
            <w:rPr>
              <w:rFonts w:ascii="Arial Narrow" w:hAnsi="Arial Narrow"/>
              <w:b/>
              <w:sz w:val="16"/>
              <w:szCs w:val="16"/>
              <w:u w:val="single"/>
            </w:rPr>
            <w:t>Renal Clinic Appointments:</w:t>
          </w:r>
        </w:p>
        <w:p w14:paraId="2E45CD06" w14:textId="77777777"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</w:rPr>
          </w:pPr>
          <w:r w:rsidRPr="008F6B3E">
            <w:rPr>
              <w:rFonts w:ascii="Arial Narrow" w:hAnsi="Arial Narrow"/>
              <w:b/>
              <w:sz w:val="16"/>
              <w:szCs w:val="16"/>
            </w:rPr>
            <w:t>Tel:</w:t>
          </w:r>
          <w:r>
            <w:rPr>
              <w:rFonts w:ascii="Arial Narrow" w:hAnsi="Arial Narrow"/>
              <w:b/>
              <w:sz w:val="16"/>
              <w:szCs w:val="16"/>
            </w:rPr>
            <w:t xml:space="preserve"> </w:t>
          </w:r>
          <w:r w:rsidRPr="008F6B3E">
            <w:rPr>
              <w:rFonts w:ascii="Arial Narrow" w:hAnsi="Arial Narrow"/>
              <w:b/>
              <w:sz w:val="16"/>
              <w:szCs w:val="16"/>
            </w:rPr>
            <w:t xml:space="preserve"> 02 9113 2622</w:t>
          </w:r>
        </w:p>
        <w:p w14:paraId="46D72F5A" w14:textId="77777777" w:rsidR="003D5A86" w:rsidRPr="00AE1DED" w:rsidRDefault="00BA63E3" w:rsidP="00595449">
          <w:pPr>
            <w:pStyle w:val="Footer"/>
            <w:rPr>
              <w:rFonts w:ascii="Arial Narrow" w:hAnsi="Arial Narrow"/>
              <w:b/>
              <w:sz w:val="16"/>
              <w:szCs w:val="16"/>
            </w:rPr>
          </w:pPr>
          <w:hyperlink r:id="rId1" w:history="1">
            <w:r w:rsidR="003D5A86" w:rsidRPr="00AE1DED">
              <w:rPr>
                <w:rStyle w:val="Hyperlink"/>
                <w:rFonts w:ascii="Arial Narrow" w:hAnsi="Arial Narrow"/>
                <w:b/>
                <w:color w:val="auto"/>
                <w:sz w:val="16"/>
                <w:szCs w:val="16"/>
                <w:u w:val="none"/>
              </w:rPr>
              <w:t>Tel:  02</w:t>
            </w:r>
          </w:hyperlink>
          <w:r w:rsidR="003D5A86" w:rsidRPr="00AE1DED">
            <w:rPr>
              <w:rFonts w:ascii="Arial Narrow" w:hAnsi="Arial Narrow"/>
              <w:b/>
              <w:sz w:val="16"/>
              <w:szCs w:val="16"/>
            </w:rPr>
            <w:t xml:space="preserve"> 9113 2181</w:t>
          </w:r>
        </w:p>
        <w:p w14:paraId="4840772C" w14:textId="77777777" w:rsidR="003D5A86" w:rsidRPr="003D5A86" w:rsidRDefault="003D5A86" w:rsidP="003D5A86">
          <w:pPr>
            <w:pStyle w:val="Footer"/>
            <w:rPr>
              <w:rFonts w:ascii="Arial Narrow" w:hAnsi="Arial Narrow"/>
              <w:b/>
              <w:sz w:val="15"/>
              <w:szCs w:val="15"/>
            </w:rPr>
          </w:pPr>
          <w:r w:rsidRPr="003D5A86">
            <w:rPr>
              <w:rFonts w:ascii="Arial Narrow" w:hAnsi="Arial Narrow"/>
              <w:b/>
              <w:sz w:val="15"/>
              <w:szCs w:val="15"/>
            </w:rPr>
            <w:t>Switchboard:0291131111</w:t>
          </w:r>
        </w:p>
      </w:tc>
      <w:tc>
        <w:tcPr>
          <w:tcW w:w="1701" w:type="dxa"/>
        </w:tcPr>
        <w:p w14:paraId="6C28A6E7" w14:textId="77777777"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  <w:u w:val="single"/>
            </w:rPr>
          </w:pPr>
        </w:p>
      </w:tc>
      <w:tc>
        <w:tcPr>
          <w:tcW w:w="1701" w:type="dxa"/>
        </w:tcPr>
        <w:p w14:paraId="6E97D68A" w14:textId="77777777"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  <w:u w:val="single"/>
            </w:rPr>
          </w:pPr>
        </w:p>
      </w:tc>
    </w:tr>
  </w:tbl>
  <w:p w14:paraId="0B5C93A7" w14:textId="77777777" w:rsidR="00FF3544" w:rsidRPr="00595449" w:rsidRDefault="00FF3544" w:rsidP="00595449">
    <w:pPr>
      <w:pStyle w:val="Footer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3FE216" w14:textId="77777777" w:rsidR="009922CA" w:rsidRDefault="009922CA" w:rsidP="00FF3544">
      <w:r>
        <w:separator/>
      </w:r>
    </w:p>
  </w:footnote>
  <w:footnote w:type="continuationSeparator" w:id="0">
    <w:p w14:paraId="1FC9DD35" w14:textId="77777777" w:rsidR="009922CA" w:rsidRDefault="009922CA" w:rsidP="00FF3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C9C666" w14:textId="77777777" w:rsidR="00B9607B" w:rsidRDefault="004E7EDB" w:rsidP="00BE770A">
    <w:pPr>
      <w:pStyle w:val="Header"/>
      <w:tabs>
        <w:tab w:val="left" w:pos="6085"/>
        <w:tab w:val="right" w:pos="10204"/>
      </w:tabs>
      <w:jc w:val="right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74C656B" wp14:editId="28DB9237">
              <wp:simplePos x="0" y="0"/>
              <wp:positionH relativeFrom="column">
                <wp:posOffset>-483235</wp:posOffset>
              </wp:positionH>
              <wp:positionV relativeFrom="paragraph">
                <wp:posOffset>152400</wp:posOffset>
              </wp:positionV>
              <wp:extent cx="4448175" cy="669925"/>
              <wp:effectExtent l="0" t="0" r="952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48175" cy="669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E90A1A" w14:textId="77777777" w:rsidR="00267B0F" w:rsidRPr="007D64C6" w:rsidRDefault="00061162" w:rsidP="00267B0F">
                          <w:pPr>
                            <w:jc w:val="both"/>
                            <w:rPr>
                              <w:rFonts w:ascii="Arial Black" w:hAnsi="Arial Black" w:cs="Arial"/>
                              <w:b/>
                              <w:bCs/>
                              <w:color w:val="3366CC"/>
                            </w:rPr>
                          </w:pPr>
                          <w:r>
                            <w:rPr>
                              <w:rFonts w:ascii="Arial Black" w:hAnsi="Arial Black" w:cs="Arial"/>
                              <w:b/>
                              <w:bCs/>
                              <w:color w:val="3366CC"/>
                            </w:rPr>
                            <w:t xml:space="preserve">  </w:t>
                          </w:r>
                          <w:r w:rsidR="00267B0F" w:rsidRPr="007D64C6">
                            <w:rPr>
                              <w:rFonts w:ascii="Arial Black" w:hAnsi="Arial Black" w:cs="Arial"/>
                              <w:b/>
                              <w:bCs/>
                              <w:color w:val="3366CC"/>
                            </w:rPr>
                            <w:t>Department of Renal Medicine St George Hospital</w:t>
                          </w:r>
                        </w:p>
                        <w:p w14:paraId="31354CE8" w14:textId="77777777" w:rsidR="00B9607B" w:rsidRDefault="00B9607B" w:rsidP="00EB4467">
                          <w:pPr>
                            <w:rPr>
                              <w:rFonts w:ascii="Verdana" w:hAnsi="Verdana"/>
                              <w:b/>
                              <w:color w:val="1F497D"/>
                            </w:rPr>
                          </w:pPr>
                        </w:p>
                        <w:p w14:paraId="64D4225E" w14:textId="77777777" w:rsidR="00B9607B" w:rsidRDefault="00B9607B" w:rsidP="00EB4467">
                          <w:pPr>
                            <w:rPr>
                              <w:rFonts w:ascii="Verdana" w:hAnsi="Verdana"/>
                              <w:b/>
                              <w:color w:val="1F497D"/>
                            </w:rPr>
                          </w:pPr>
                        </w:p>
                        <w:p w14:paraId="393751EE" w14:textId="77777777" w:rsidR="00B9607B" w:rsidRDefault="00B9607B" w:rsidP="00EB4467">
                          <w:pPr>
                            <w:rPr>
                              <w:rFonts w:ascii="Verdana" w:hAnsi="Verdana"/>
                              <w:b/>
                              <w:color w:val="1F497D"/>
                            </w:rPr>
                          </w:pPr>
                        </w:p>
                        <w:p w14:paraId="1A4EF2E0" w14:textId="77777777" w:rsidR="00B9607B" w:rsidRDefault="00B9607B" w:rsidP="00EB4467">
                          <w:pPr>
                            <w:rPr>
                              <w:rFonts w:ascii="Verdana" w:hAnsi="Verdana"/>
                              <w:b/>
                              <w:color w:val="1F497D"/>
                            </w:rPr>
                          </w:pPr>
                        </w:p>
                        <w:p w14:paraId="61C845ED" w14:textId="77777777" w:rsidR="00B9607B" w:rsidRPr="00EB4467" w:rsidRDefault="00B9607B" w:rsidP="00EB4467">
                          <w:pPr>
                            <w:rPr>
                              <w:rFonts w:ascii="Verdana" w:hAnsi="Verdana"/>
                              <w:b/>
                              <w:color w:val="1F497D"/>
                            </w:rPr>
                          </w:pPr>
                        </w:p>
                        <w:p w14:paraId="5B2F8B09" w14:textId="77777777" w:rsidR="00EB4467" w:rsidRPr="0069118E" w:rsidRDefault="00EB4467" w:rsidP="00EB446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4C656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-38.05pt;margin-top:12pt;width:350.25pt;height:5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" stroked="f">
              <v:textbox>
                <w:txbxContent>
                  <w:p w14:paraId="32E90A1A" w14:textId="77777777" w:rsidR="00267B0F" w:rsidRPr="007D64C6" w:rsidRDefault="00061162" w:rsidP="00267B0F">
                    <w:pPr>
                      <w:jc w:val="both"/>
                      <w:rPr>
                        <w:rFonts w:ascii="Arial Black" w:hAnsi="Arial Black" w:cs="Arial"/>
                        <w:b/>
                        <w:bCs/>
                        <w:color w:val="3366CC"/>
                      </w:rPr>
                    </w:pPr>
                    <w:r>
                      <w:rPr>
                        <w:rFonts w:ascii="Arial Black" w:hAnsi="Arial Black" w:cs="Arial"/>
                        <w:b/>
                        <w:bCs/>
                        <w:color w:val="3366CC"/>
                      </w:rPr>
                      <w:t xml:space="preserve">  </w:t>
                    </w:r>
                    <w:r w:rsidR="00267B0F" w:rsidRPr="007D64C6">
                      <w:rPr>
                        <w:rFonts w:ascii="Arial Black" w:hAnsi="Arial Black" w:cs="Arial"/>
                        <w:b/>
                        <w:bCs/>
                        <w:color w:val="3366CC"/>
                      </w:rPr>
                      <w:t>Department of Renal Medicine St George Hospital</w:t>
                    </w:r>
                  </w:p>
                  <w:p w14:paraId="31354CE8" w14:textId="77777777" w:rsidR="00B9607B" w:rsidRDefault="00B9607B" w:rsidP="00EB4467">
                    <w:pPr>
                      <w:rPr>
                        <w:rFonts w:ascii="Verdana" w:hAnsi="Verdana"/>
                        <w:b/>
                        <w:color w:val="1F497D"/>
                      </w:rPr>
                    </w:pPr>
                  </w:p>
                  <w:p w14:paraId="64D4225E" w14:textId="77777777" w:rsidR="00B9607B" w:rsidRDefault="00B9607B" w:rsidP="00EB4467">
                    <w:pPr>
                      <w:rPr>
                        <w:rFonts w:ascii="Verdana" w:hAnsi="Verdana"/>
                        <w:b/>
                        <w:color w:val="1F497D"/>
                      </w:rPr>
                    </w:pPr>
                  </w:p>
                  <w:p w14:paraId="393751EE" w14:textId="77777777" w:rsidR="00B9607B" w:rsidRDefault="00B9607B" w:rsidP="00EB4467">
                    <w:pPr>
                      <w:rPr>
                        <w:rFonts w:ascii="Verdana" w:hAnsi="Verdana"/>
                        <w:b/>
                        <w:color w:val="1F497D"/>
                      </w:rPr>
                    </w:pPr>
                  </w:p>
                  <w:p w14:paraId="1A4EF2E0" w14:textId="77777777" w:rsidR="00B9607B" w:rsidRDefault="00B9607B" w:rsidP="00EB4467">
                    <w:pPr>
                      <w:rPr>
                        <w:rFonts w:ascii="Verdana" w:hAnsi="Verdana"/>
                        <w:b/>
                        <w:color w:val="1F497D"/>
                      </w:rPr>
                    </w:pPr>
                  </w:p>
                  <w:p w14:paraId="61C845ED" w14:textId="77777777" w:rsidR="00B9607B" w:rsidRPr="00EB4467" w:rsidRDefault="00B9607B" w:rsidP="00EB4467">
                    <w:pPr>
                      <w:rPr>
                        <w:rFonts w:ascii="Verdana" w:hAnsi="Verdana"/>
                        <w:b/>
                        <w:color w:val="1F497D"/>
                      </w:rPr>
                    </w:pPr>
                  </w:p>
                  <w:p w14:paraId="5B2F8B09" w14:textId="77777777" w:rsidR="00EB4467" w:rsidRPr="0069118E" w:rsidRDefault="00EB4467" w:rsidP="00EB4467"/>
                </w:txbxContent>
              </v:textbox>
            </v:shape>
          </w:pict>
        </mc:Fallback>
      </mc:AlternateContent>
    </w:r>
  </w:p>
  <w:p w14:paraId="60CCEA3B" w14:textId="77777777" w:rsidR="00BE770A" w:rsidRDefault="004E7EDB" w:rsidP="00BE770A">
    <w:pPr>
      <w:pStyle w:val="Header"/>
      <w:tabs>
        <w:tab w:val="left" w:pos="6085"/>
        <w:tab w:val="right" w:pos="10204"/>
      </w:tabs>
      <w:jc w:val="right"/>
    </w:pPr>
    <w:r>
      <w:rPr>
        <w:noProof/>
        <w:lang w:eastAsia="en-AU"/>
      </w:rPr>
      <w:drawing>
        <wp:inline distT="0" distB="0" distL="0" distR="0" wp14:anchorId="0A850161" wp14:editId="2B929EF6">
          <wp:extent cx="2457450" cy="514147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8820" cy="5186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BD5650"/>
    <w:multiLevelType w:val="hybridMultilevel"/>
    <w:tmpl w:val="0A445152"/>
    <w:lvl w:ilvl="0" w:tplc="0C09000F">
      <w:start w:val="1"/>
      <w:numFmt w:val="decimal"/>
      <w:lvlText w:val="%1."/>
      <w:lvlJc w:val="left"/>
      <w:pPr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9E4"/>
    <w:rsid w:val="00061162"/>
    <w:rsid w:val="00082432"/>
    <w:rsid w:val="000977CB"/>
    <w:rsid w:val="000B4C6C"/>
    <w:rsid w:val="000C31FE"/>
    <w:rsid w:val="000F51B0"/>
    <w:rsid w:val="001267F3"/>
    <w:rsid w:val="00144A2D"/>
    <w:rsid w:val="001B478C"/>
    <w:rsid w:val="001B7122"/>
    <w:rsid w:val="001E2B4B"/>
    <w:rsid w:val="001E6339"/>
    <w:rsid w:val="002012D4"/>
    <w:rsid w:val="0021440A"/>
    <w:rsid w:val="00267B0F"/>
    <w:rsid w:val="00290C5F"/>
    <w:rsid w:val="002B3DF1"/>
    <w:rsid w:val="002C38CF"/>
    <w:rsid w:val="002C4E7B"/>
    <w:rsid w:val="002D23AA"/>
    <w:rsid w:val="002F1341"/>
    <w:rsid w:val="00310FB9"/>
    <w:rsid w:val="00322A8D"/>
    <w:rsid w:val="00340F4D"/>
    <w:rsid w:val="003834CD"/>
    <w:rsid w:val="003964A8"/>
    <w:rsid w:val="003A3FCB"/>
    <w:rsid w:val="003A75B7"/>
    <w:rsid w:val="003B070B"/>
    <w:rsid w:val="003D5A86"/>
    <w:rsid w:val="0040289D"/>
    <w:rsid w:val="0044129A"/>
    <w:rsid w:val="00447A2A"/>
    <w:rsid w:val="00471408"/>
    <w:rsid w:val="004800CA"/>
    <w:rsid w:val="00483653"/>
    <w:rsid w:val="004A7404"/>
    <w:rsid w:val="004E7EDB"/>
    <w:rsid w:val="004F1399"/>
    <w:rsid w:val="004F1655"/>
    <w:rsid w:val="00530D88"/>
    <w:rsid w:val="00595449"/>
    <w:rsid w:val="005D52B8"/>
    <w:rsid w:val="00615FD5"/>
    <w:rsid w:val="00635691"/>
    <w:rsid w:val="00644224"/>
    <w:rsid w:val="00670A37"/>
    <w:rsid w:val="007269E4"/>
    <w:rsid w:val="00747FED"/>
    <w:rsid w:val="00786C7F"/>
    <w:rsid w:val="007911B4"/>
    <w:rsid w:val="0079228E"/>
    <w:rsid w:val="00797D00"/>
    <w:rsid w:val="007B3143"/>
    <w:rsid w:val="007C3A83"/>
    <w:rsid w:val="007C5518"/>
    <w:rsid w:val="007D64C6"/>
    <w:rsid w:val="007F4F32"/>
    <w:rsid w:val="007F77FF"/>
    <w:rsid w:val="00814142"/>
    <w:rsid w:val="00833564"/>
    <w:rsid w:val="008733D9"/>
    <w:rsid w:val="008A0B9D"/>
    <w:rsid w:val="008E3ADF"/>
    <w:rsid w:val="008F6B3E"/>
    <w:rsid w:val="00905724"/>
    <w:rsid w:val="009223CD"/>
    <w:rsid w:val="009309CC"/>
    <w:rsid w:val="009922CA"/>
    <w:rsid w:val="009A1C70"/>
    <w:rsid w:val="009C2239"/>
    <w:rsid w:val="009D2EAF"/>
    <w:rsid w:val="009E0ED7"/>
    <w:rsid w:val="00A4031C"/>
    <w:rsid w:val="00A514F3"/>
    <w:rsid w:val="00A55124"/>
    <w:rsid w:val="00A65EB6"/>
    <w:rsid w:val="00A92D63"/>
    <w:rsid w:val="00A962B0"/>
    <w:rsid w:val="00AB2B36"/>
    <w:rsid w:val="00AB3FAB"/>
    <w:rsid w:val="00AE1DED"/>
    <w:rsid w:val="00B07D0F"/>
    <w:rsid w:val="00B12028"/>
    <w:rsid w:val="00B20AC3"/>
    <w:rsid w:val="00B9607B"/>
    <w:rsid w:val="00BA63E3"/>
    <w:rsid w:val="00BE770A"/>
    <w:rsid w:val="00C0071C"/>
    <w:rsid w:val="00C074CB"/>
    <w:rsid w:val="00C3534D"/>
    <w:rsid w:val="00C40ECE"/>
    <w:rsid w:val="00C450D8"/>
    <w:rsid w:val="00C61C1D"/>
    <w:rsid w:val="00C84CEB"/>
    <w:rsid w:val="00CA56C8"/>
    <w:rsid w:val="00CA5961"/>
    <w:rsid w:val="00CD2C84"/>
    <w:rsid w:val="00CF0849"/>
    <w:rsid w:val="00D1301B"/>
    <w:rsid w:val="00D136ED"/>
    <w:rsid w:val="00D24F18"/>
    <w:rsid w:val="00D72348"/>
    <w:rsid w:val="00D7575E"/>
    <w:rsid w:val="00D87829"/>
    <w:rsid w:val="00D906FC"/>
    <w:rsid w:val="00D92AFD"/>
    <w:rsid w:val="00DC1DB9"/>
    <w:rsid w:val="00DC34A9"/>
    <w:rsid w:val="00DD511B"/>
    <w:rsid w:val="00DE3582"/>
    <w:rsid w:val="00E2014A"/>
    <w:rsid w:val="00E31438"/>
    <w:rsid w:val="00E42731"/>
    <w:rsid w:val="00E43132"/>
    <w:rsid w:val="00E7201E"/>
    <w:rsid w:val="00E75CBA"/>
    <w:rsid w:val="00EB33E4"/>
    <w:rsid w:val="00EB363E"/>
    <w:rsid w:val="00EB4467"/>
    <w:rsid w:val="00F05549"/>
    <w:rsid w:val="00F30BA2"/>
    <w:rsid w:val="00F32CB1"/>
    <w:rsid w:val="00F663FE"/>
    <w:rsid w:val="00F85B5D"/>
    <w:rsid w:val="00FF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34BEC16"/>
  <w15:docId w15:val="{96026ADD-BEB8-4C9D-9BC9-8EF520B75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4F16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65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4F1655"/>
    <w:rPr>
      <w:rFonts w:ascii="Arial" w:hAnsi="Arial"/>
      <w:sz w:val="24"/>
      <w:szCs w:val="24"/>
      <w:lang w:eastAsia="en-US"/>
    </w:rPr>
  </w:style>
  <w:style w:type="character" w:styleId="Hyperlink">
    <w:name w:val="Hyperlink"/>
    <w:basedOn w:val="DefaultParagraphFont"/>
    <w:rsid w:val="00B9607B"/>
    <w:rPr>
      <w:color w:val="0000FF"/>
      <w:u w:val="single"/>
    </w:rPr>
  </w:style>
  <w:style w:type="table" w:styleId="TableGrid">
    <w:name w:val="Table Grid"/>
    <w:basedOn w:val="TableNormal"/>
    <w:uiPriority w:val="59"/>
    <w:rsid w:val="00595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[Normal]"/>
    <w:rsid w:val="00A55124"/>
    <w:pPr>
      <w:widowControl w:val="0"/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5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Tel:0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thompsond\Application%20Data\Microsoft\Templates\Kylie%20yat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14FCA-A7B4-433C-8FCA-7E3317E7B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Kylie yates.dot</Template>
  <TotalTime>2</TotalTime>
  <Pages>1</Pages>
  <Words>72</Words>
  <Characters>554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Health Department</Company>
  <LinksUpToDate>false</LinksUpToDate>
  <CharactersWithSpaces>625</CharactersWithSpaces>
  <SharedDoc>false</SharedDoc>
  <HLinks>
    <vt:vector size="6" baseType="variant">
      <vt:variant>
        <vt:i4>7143464</vt:i4>
      </vt:variant>
      <vt:variant>
        <vt:i4>0</vt:i4>
      </vt:variant>
      <vt:variant>
        <vt:i4>0</vt:i4>
      </vt:variant>
      <vt:variant>
        <vt:i4>5</vt:i4>
      </vt:variant>
      <vt:variant>
        <vt:lpwstr>Tel:02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sesahs</dc:creator>
  <cp:lastModifiedBy>Saiyini Pirabhahar</cp:lastModifiedBy>
  <cp:revision>2</cp:revision>
  <cp:lastPrinted>2018-06-28T23:00:00Z</cp:lastPrinted>
  <dcterms:created xsi:type="dcterms:W3CDTF">2020-02-24T21:32:00Z</dcterms:created>
  <dcterms:modified xsi:type="dcterms:W3CDTF">2020-02-24T21:32:00Z</dcterms:modified>
</cp:coreProperties>
</file>