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BA" w:rsidRPr="00DC5467" w:rsidRDefault="00E75CBA" w:rsidP="002C4E7B">
      <w:pPr>
        <w:rPr>
          <w:rFonts w:ascii="Times New Roman" w:hAnsi="Times New Roman"/>
          <w:sz w:val="22"/>
          <w:szCs w:val="20"/>
        </w:rPr>
      </w:pPr>
      <w:bookmarkStart w:id="0" w:name="_GoBack"/>
      <w:bookmarkEnd w:id="0"/>
    </w:p>
    <w:p w:rsidR="00347316" w:rsidRDefault="00347316" w:rsidP="002C4E7B">
      <w:pPr>
        <w:rPr>
          <w:rFonts w:ascii="Times New Roman" w:hAnsi="Times New Roman"/>
          <w:sz w:val="22"/>
          <w:szCs w:val="20"/>
        </w:rPr>
      </w:pPr>
    </w:p>
    <w:p w:rsidR="00E42449" w:rsidRPr="00E42449" w:rsidRDefault="00E42449" w:rsidP="00E42449">
      <w:pPr>
        <w:pStyle w:val="Heading3"/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>
        <w:rPr>
          <w:rFonts w:ascii="Times New Roman" w:hAnsi="Times New Roman"/>
          <w:sz w:val="22"/>
          <w:szCs w:val="20"/>
        </w:rPr>
        <w:tab/>
      </w:r>
      <w:r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Date:    _______________________</w:t>
      </w:r>
    </w:p>
    <w:p w:rsidR="00E42449" w:rsidRPr="00E42449" w:rsidRDefault="00E42449" w:rsidP="002C4E7B">
      <w:pPr>
        <w:rPr>
          <w:rFonts w:ascii="Times New Roman" w:hAnsi="Times New Roman"/>
          <w:color w:val="000000" w:themeColor="text1"/>
          <w:sz w:val="2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9306E" w:rsidRPr="00E42449" w:rsidRDefault="00E42449" w:rsidP="0049306E">
      <w:pPr>
        <w:pStyle w:val="Heading3"/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Re: </w:t>
      </w:r>
      <w:r w:rsidR="001C192D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Referral back to </w:t>
      </w:r>
      <w:r w:rsidR="00AD5F67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General Practi</w:t>
      </w:r>
      <w:r w:rsidR="00B43BEE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ti</w:t>
      </w:r>
      <w:r w:rsidR="00AD5F67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oner</w:t>
      </w:r>
      <w:r w:rsidR="001C192D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following </w:t>
      </w:r>
      <w:r w:rsidR="00B43BEE" w:rsidRPr="00E42449">
        <w:rPr>
          <w:rFonts w:ascii="Arial" w:hAnsi="Arial" w:cs="Arial"/>
          <w:b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Triage</w:t>
      </w:r>
    </w:p>
    <w:p w:rsidR="0049306E" w:rsidRDefault="0049306E" w:rsidP="0049306E">
      <w:pPr>
        <w:rPr>
          <w:rFonts w:cs="Arial"/>
        </w:rPr>
      </w:pPr>
    </w:p>
    <w:p w:rsidR="00E42449" w:rsidRPr="00633EF8" w:rsidRDefault="00E42449" w:rsidP="0049306E">
      <w:pPr>
        <w:rPr>
          <w:rFonts w:cs="Arial"/>
        </w:rPr>
      </w:pPr>
    </w:p>
    <w:p w:rsidR="0049306E" w:rsidRPr="006F2F3A" w:rsidRDefault="0049306E" w:rsidP="0049306E">
      <w:pPr>
        <w:ind w:right="-540"/>
      </w:pPr>
      <w:r w:rsidRPr="00633EF8">
        <w:rPr>
          <w:rFonts w:cs="Arial"/>
        </w:rPr>
        <w:t>Dear</w:t>
      </w:r>
      <w:r w:rsidR="00E42449">
        <w:t xml:space="preserve"> Dr _</w:t>
      </w:r>
      <w:r>
        <w:t>_________________________________________</w:t>
      </w:r>
    </w:p>
    <w:p w:rsidR="0049306E" w:rsidRPr="00C04D22" w:rsidRDefault="0049306E" w:rsidP="0049306E"/>
    <w:p w:rsidR="0049306E" w:rsidRPr="008504E8" w:rsidRDefault="00E42449" w:rsidP="0049306E">
      <w:pPr>
        <w:rPr>
          <w:sz w:val="22"/>
          <w:szCs w:val="22"/>
        </w:rPr>
      </w:pPr>
      <w:r>
        <w:rPr>
          <w:sz w:val="22"/>
          <w:szCs w:val="22"/>
        </w:rPr>
        <w:t>Your patient has been reviewed by the triaging nephrologist</w:t>
      </w:r>
    </w:p>
    <w:p w:rsidR="00AD5F67" w:rsidRDefault="00AD5F67" w:rsidP="0049306E">
      <w:pPr>
        <w:ind w:right="-180"/>
        <w:rPr>
          <w:sz w:val="22"/>
          <w:szCs w:val="22"/>
        </w:rPr>
      </w:pPr>
    </w:p>
    <w:p w:rsidR="0049306E" w:rsidRPr="00D91037" w:rsidRDefault="0049306E" w:rsidP="0049306E">
      <w:pPr>
        <w:ind w:right="-180"/>
        <w:rPr>
          <w:sz w:val="22"/>
          <w:szCs w:val="22"/>
        </w:rPr>
      </w:pPr>
      <w:r w:rsidRPr="008504E8">
        <w:rPr>
          <w:sz w:val="22"/>
          <w:szCs w:val="22"/>
        </w:rPr>
        <w:t xml:space="preserve">In patients with significantly impaired </w:t>
      </w:r>
      <w:r>
        <w:rPr>
          <w:sz w:val="22"/>
          <w:szCs w:val="22"/>
        </w:rPr>
        <w:t>kidney function</w:t>
      </w:r>
      <w:r w:rsidRPr="008504E8">
        <w:rPr>
          <w:sz w:val="22"/>
          <w:szCs w:val="22"/>
        </w:rPr>
        <w:t xml:space="preserve"> (i.e. &lt;30) eGFR adequately predicts these patient to</w:t>
      </w:r>
      <w:r>
        <w:rPr>
          <w:sz w:val="22"/>
          <w:szCs w:val="22"/>
        </w:rPr>
        <w:t xml:space="preserve"> be</w:t>
      </w:r>
      <w:r w:rsidRPr="008504E8">
        <w:rPr>
          <w:sz w:val="22"/>
          <w:szCs w:val="22"/>
        </w:rPr>
        <w:t xml:space="preserve"> at increased </w:t>
      </w:r>
      <w:r>
        <w:rPr>
          <w:sz w:val="22"/>
          <w:szCs w:val="22"/>
        </w:rPr>
        <w:t>risk</w:t>
      </w:r>
      <w:r w:rsidRPr="008504E8">
        <w:rPr>
          <w:sz w:val="22"/>
          <w:szCs w:val="22"/>
        </w:rPr>
        <w:t xml:space="preserve"> for</w:t>
      </w:r>
      <w:r>
        <w:rPr>
          <w:sz w:val="22"/>
          <w:szCs w:val="22"/>
        </w:rPr>
        <w:t xml:space="preserve"> End Stage Renal Disease (ESRD). </w:t>
      </w:r>
      <w:r w:rsidRPr="008504E8">
        <w:rPr>
          <w:sz w:val="22"/>
          <w:szCs w:val="22"/>
        </w:rPr>
        <w:t xml:space="preserve"> However in patients with milder degrees of </w:t>
      </w:r>
      <w:r>
        <w:rPr>
          <w:sz w:val="22"/>
          <w:szCs w:val="22"/>
        </w:rPr>
        <w:t>kidney</w:t>
      </w:r>
      <w:r w:rsidRPr="008504E8">
        <w:rPr>
          <w:sz w:val="22"/>
          <w:szCs w:val="22"/>
        </w:rPr>
        <w:t xml:space="preserve"> impairmen</w:t>
      </w:r>
      <w:r>
        <w:rPr>
          <w:sz w:val="22"/>
          <w:szCs w:val="22"/>
        </w:rPr>
        <w:t xml:space="preserve">t, </w:t>
      </w:r>
      <w:r w:rsidRPr="008504E8">
        <w:rPr>
          <w:sz w:val="22"/>
          <w:szCs w:val="22"/>
        </w:rPr>
        <w:t xml:space="preserve">eGFR </w:t>
      </w:r>
      <w:r>
        <w:rPr>
          <w:sz w:val="22"/>
          <w:szCs w:val="22"/>
        </w:rPr>
        <w:t xml:space="preserve">alone </w:t>
      </w:r>
      <w:r w:rsidRPr="008504E8">
        <w:rPr>
          <w:sz w:val="22"/>
          <w:szCs w:val="22"/>
        </w:rPr>
        <w:t xml:space="preserve">is </w:t>
      </w:r>
      <w:r>
        <w:rPr>
          <w:sz w:val="22"/>
          <w:szCs w:val="22"/>
        </w:rPr>
        <w:t xml:space="preserve">often insufficient </w:t>
      </w:r>
      <w:r w:rsidRPr="00A5242F">
        <w:rPr>
          <w:sz w:val="22"/>
          <w:szCs w:val="22"/>
        </w:rPr>
        <w:t>to</w:t>
      </w:r>
      <w:r>
        <w:rPr>
          <w:sz w:val="22"/>
          <w:szCs w:val="22"/>
        </w:rPr>
        <w:t xml:space="preserve"> </w:t>
      </w:r>
      <w:r w:rsidRPr="00A5242F">
        <w:rPr>
          <w:sz w:val="22"/>
          <w:szCs w:val="22"/>
        </w:rPr>
        <w:t>predict</w:t>
      </w:r>
      <w:r>
        <w:rPr>
          <w:sz w:val="22"/>
          <w:szCs w:val="22"/>
        </w:rPr>
        <w:t xml:space="preserve"> the</w:t>
      </w:r>
      <w:r w:rsidRPr="008504E8">
        <w:rPr>
          <w:sz w:val="22"/>
          <w:szCs w:val="22"/>
        </w:rPr>
        <w:t xml:space="preserve"> RISK of progression. </w:t>
      </w:r>
      <w:hyperlink r:id="rId8" w:history="1">
        <w:r w:rsidRPr="00FA738D">
          <w:rPr>
            <w:rStyle w:val="Hyperlink"/>
            <w:sz w:val="22"/>
            <w:szCs w:val="22"/>
          </w:rPr>
          <w:t>http://www.qxmd.com/calculate-online/nephrology/kidney-failure-risk-equation</w:t>
        </w:r>
      </w:hyperlink>
      <w:r w:rsidRPr="00D91037">
        <w:rPr>
          <w:b/>
          <w:sz w:val="22"/>
          <w:szCs w:val="22"/>
        </w:rPr>
        <w:t>)</w:t>
      </w:r>
    </w:p>
    <w:p w:rsidR="0049306E" w:rsidRPr="008504E8" w:rsidRDefault="0049306E" w:rsidP="0049306E">
      <w:pPr>
        <w:rPr>
          <w:sz w:val="22"/>
          <w:szCs w:val="22"/>
        </w:rPr>
      </w:pPr>
    </w:p>
    <w:p w:rsidR="001C192D" w:rsidRPr="001C192D" w:rsidRDefault="0049306E" w:rsidP="001C192D">
      <w:pPr>
        <w:rPr>
          <w:sz w:val="22"/>
          <w:szCs w:val="22"/>
          <w:lang w:val="en-US"/>
        </w:rPr>
      </w:pPr>
      <w:r w:rsidRPr="008504E8">
        <w:rPr>
          <w:sz w:val="22"/>
          <w:szCs w:val="22"/>
        </w:rPr>
        <w:t>Upon review of the patient’s clinical demographics and laborator</w:t>
      </w:r>
      <w:r>
        <w:rPr>
          <w:sz w:val="22"/>
          <w:szCs w:val="22"/>
        </w:rPr>
        <w:t>y characteristics, we determine</w:t>
      </w:r>
      <w:r w:rsidRPr="008504E8">
        <w:rPr>
          <w:sz w:val="22"/>
          <w:szCs w:val="22"/>
        </w:rPr>
        <w:t xml:space="preserve"> that the overall risk for kidney failure </w:t>
      </w:r>
      <w:r w:rsidR="005F602F">
        <w:rPr>
          <w:sz w:val="22"/>
          <w:szCs w:val="22"/>
        </w:rPr>
        <w:t xml:space="preserve">for your patient </w:t>
      </w:r>
      <w:r>
        <w:rPr>
          <w:sz w:val="22"/>
          <w:szCs w:val="22"/>
        </w:rPr>
        <w:t>to be</w:t>
      </w:r>
      <w:r w:rsidRPr="008504E8">
        <w:rPr>
          <w:sz w:val="22"/>
          <w:szCs w:val="22"/>
        </w:rPr>
        <w:t xml:space="preserve"> less than 3% over five years.  As a result, we believe that</w:t>
      </w:r>
      <w:r w:rsidR="00AD5F67">
        <w:rPr>
          <w:sz w:val="22"/>
          <w:szCs w:val="22"/>
        </w:rPr>
        <w:t xml:space="preserve"> continued nephrology review</w:t>
      </w:r>
      <w:r w:rsidRPr="008504E8">
        <w:rPr>
          <w:sz w:val="22"/>
          <w:szCs w:val="22"/>
        </w:rPr>
        <w:t xml:space="preserve"> may not be indicated at the present time.  We would encourage you to </w:t>
      </w:r>
      <w:r w:rsidR="001C192D" w:rsidRPr="001C192D">
        <w:rPr>
          <w:sz w:val="22"/>
          <w:szCs w:val="22"/>
          <w:lang w:val="en-US"/>
        </w:rPr>
        <w:t>follow goals of management for your patient as per the Australian Kidney Foundation guidelines as set out in chronic kidney disease (CKD) management in general practice.</w:t>
      </w:r>
    </w:p>
    <w:p w:rsidR="0049306E" w:rsidRDefault="008E6F44" w:rsidP="0049306E">
      <w:pPr>
        <w:rPr>
          <w:sz w:val="22"/>
          <w:szCs w:val="22"/>
        </w:rPr>
      </w:pPr>
      <w:hyperlink r:id="rId9" w:history="1">
        <w:r w:rsidR="001C192D" w:rsidRPr="00D02F14">
          <w:rPr>
            <w:rStyle w:val="Hyperlink"/>
            <w:sz w:val="22"/>
            <w:szCs w:val="22"/>
          </w:rPr>
          <w:t>https://kidney.org.au/cms_uploads/docs/ckd-management-in-gp-handbook-3rd-edition.pdf</w:t>
        </w:r>
      </w:hyperlink>
    </w:p>
    <w:p w:rsidR="001C192D" w:rsidRPr="008504E8" w:rsidRDefault="001C192D" w:rsidP="0049306E">
      <w:pPr>
        <w:rPr>
          <w:sz w:val="22"/>
          <w:szCs w:val="22"/>
        </w:rPr>
      </w:pPr>
    </w:p>
    <w:p w:rsidR="0049306E" w:rsidRPr="008504E8" w:rsidRDefault="0049306E" w:rsidP="0049306E">
      <w:pPr>
        <w:rPr>
          <w:sz w:val="22"/>
          <w:szCs w:val="22"/>
        </w:rPr>
      </w:pPr>
      <w:r w:rsidRPr="008504E8">
        <w:rPr>
          <w:sz w:val="22"/>
          <w:szCs w:val="22"/>
        </w:rPr>
        <w:t>These guidelines include:</w:t>
      </w:r>
    </w:p>
    <w:p w:rsidR="0049306E" w:rsidRPr="008504E8" w:rsidRDefault="0049306E" w:rsidP="0049306E">
      <w:pPr>
        <w:numPr>
          <w:ilvl w:val="0"/>
          <w:numId w:val="11"/>
        </w:numPr>
        <w:rPr>
          <w:sz w:val="22"/>
          <w:szCs w:val="22"/>
        </w:rPr>
      </w:pPr>
      <w:r w:rsidRPr="008504E8">
        <w:rPr>
          <w:sz w:val="22"/>
          <w:szCs w:val="22"/>
        </w:rPr>
        <w:t xml:space="preserve">Blood pressure target of </w:t>
      </w:r>
      <w:r w:rsidR="005F602F" w:rsidRPr="00633EF8">
        <w:rPr>
          <w:sz w:val="22"/>
          <w:szCs w:val="22"/>
          <w:u w:val="single"/>
        </w:rPr>
        <w:t>&lt;</w:t>
      </w:r>
      <w:r w:rsidRPr="008504E8">
        <w:rPr>
          <w:sz w:val="22"/>
          <w:szCs w:val="22"/>
        </w:rPr>
        <w:t>130/80</w:t>
      </w:r>
      <w:r>
        <w:rPr>
          <w:sz w:val="22"/>
          <w:szCs w:val="22"/>
        </w:rPr>
        <w:t>.</w:t>
      </w:r>
    </w:p>
    <w:p w:rsidR="001C192D" w:rsidRPr="001C192D" w:rsidRDefault="00AD5F67" w:rsidP="001C192D">
      <w:pPr>
        <w:numPr>
          <w:ilvl w:val="0"/>
          <w:numId w:val="11"/>
        </w:numPr>
        <w:rPr>
          <w:sz w:val="22"/>
          <w:szCs w:val="22"/>
        </w:rPr>
      </w:pPr>
      <w:r w:rsidRPr="008504E8">
        <w:rPr>
          <w:sz w:val="22"/>
          <w:szCs w:val="22"/>
        </w:rPr>
        <w:t>Haemoglobin</w:t>
      </w:r>
      <w:r w:rsidR="0049306E" w:rsidRPr="008504E8">
        <w:rPr>
          <w:sz w:val="22"/>
          <w:szCs w:val="22"/>
        </w:rPr>
        <w:t xml:space="preserve"> A1C target of </w:t>
      </w:r>
      <w:r w:rsidR="0049306E" w:rsidRPr="00633EF8">
        <w:rPr>
          <w:sz w:val="22"/>
          <w:szCs w:val="22"/>
          <w:u w:val="single"/>
        </w:rPr>
        <w:t>&lt;</w:t>
      </w:r>
      <w:r w:rsidR="0049306E" w:rsidRPr="008504E8">
        <w:rPr>
          <w:sz w:val="22"/>
          <w:szCs w:val="22"/>
        </w:rPr>
        <w:t xml:space="preserve"> 7% for patients with diabetes.</w:t>
      </w:r>
    </w:p>
    <w:p w:rsidR="0049306E" w:rsidRPr="008504E8" w:rsidRDefault="0049306E" w:rsidP="0049306E">
      <w:pPr>
        <w:rPr>
          <w:sz w:val="22"/>
          <w:szCs w:val="22"/>
        </w:rPr>
      </w:pPr>
    </w:p>
    <w:p w:rsidR="0049306E" w:rsidRDefault="0049306E" w:rsidP="0049306E">
      <w:pPr>
        <w:rPr>
          <w:sz w:val="22"/>
          <w:szCs w:val="22"/>
        </w:rPr>
      </w:pPr>
      <w:r>
        <w:rPr>
          <w:sz w:val="22"/>
          <w:szCs w:val="22"/>
        </w:rPr>
        <w:t xml:space="preserve">Should </w:t>
      </w:r>
      <w:r w:rsidRPr="008504E8">
        <w:rPr>
          <w:sz w:val="22"/>
          <w:szCs w:val="22"/>
        </w:rPr>
        <w:t xml:space="preserve">you have additional concerns or if there is a precipitous drop in GFR </w:t>
      </w:r>
      <w:r>
        <w:rPr>
          <w:sz w:val="22"/>
          <w:szCs w:val="22"/>
        </w:rPr>
        <w:t xml:space="preserve">or substantive rise in proteinuria please forward a new consult to the St George Renal Department. </w:t>
      </w:r>
      <w:r w:rsidR="001C192D">
        <w:rPr>
          <w:sz w:val="22"/>
          <w:szCs w:val="22"/>
        </w:rPr>
        <w:t>Suggested reasons for new referral based on eGFR and urine ACR. (</w:t>
      </w:r>
      <w:r w:rsidR="00AD5F67">
        <w:rPr>
          <w:sz w:val="22"/>
          <w:szCs w:val="22"/>
        </w:rPr>
        <w:t>See</w:t>
      </w:r>
      <w:r w:rsidR="001C192D">
        <w:rPr>
          <w:sz w:val="22"/>
          <w:szCs w:val="22"/>
        </w:rPr>
        <w:t xml:space="preserve"> attached “Indications for referral to Nephrologist”)</w:t>
      </w:r>
    </w:p>
    <w:p w:rsidR="001C192D" w:rsidRDefault="001C192D" w:rsidP="0049306E">
      <w:pPr>
        <w:rPr>
          <w:sz w:val="22"/>
          <w:szCs w:val="22"/>
        </w:rPr>
      </w:pPr>
    </w:p>
    <w:p w:rsidR="001C192D" w:rsidRPr="001C192D" w:rsidRDefault="001C192D" w:rsidP="001C192D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1C192D">
        <w:rPr>
          <w:sz w:val="22"/>
          <w:szCs w:val="22"/>
          <w:lang w:val="en-US"/>
        </w:rPr>
        <w:t>If your patient has a sustained decrease in eGFR of 25% or more OR a sustained decrease in eGFR of 15mL/min/1.73m² within 12mths, doubling of the urine ACR within 12mths on at least 3 measurements or difficult to control hypertension then please refer back to the patients nephrologist.</w:t>
      </w:r>
    </w:p>
    <w:p w:rsidR="001C192D" w:rsidRDefault="001C192D" w:rsidP="0049306E">
      <w:pPr>
        <w:rPr>
          <w:sz w:val="22"/>
          <w:szCs w:val="22"/>
        </w:rPr>
      </w:pPr>
    </w:p>
    <w:p w:rsidR="0049306E" w:rsidRDefault="00E42449" w:rsidP="0049306E">
      <w:pPr>
        <w:rPr>
          <w:sz w:val="22"/>
          <w:szCs w:val="22"/>
        </w:rPr>
      </w:pPr>
      <w:r>
        <w:rPr>
          <w:sz w:val="22"/>
          <w:szCs w:val="22"/>
        </w:rPr>
        <w:t>Should you wish to discuss this patient further, please do contact me directly.</w:t>
      </w:r>
    </w:p>
    <w:p w:rsidR="00E42449" w:rsidRDefault="00E42449" w:rsidP="0049306E">
      <w:pPr>
        <w:rPr>
          <w:sz w:val="22"/>
          <w:szCs w:val="22"/>
        </w:rPr>
      </w:pPr>
    </w:p>
    <w:p w:rsidR="0049306E" w:rsidRDefault="0049306E" w:rsidP="0049306E">
      <w:pPr>
        <w:rPr>
          <w:sz w:val="22"/>
          <w:szCs w:val="22"/>
        </w:rPr>
      </w:pPr>
      <w:r>
        <w:rPr>
          <w:sz w:val="22"/>
          <w:szCs w:val="22"/>
        </w:rPr>
        <w:t>Signed:</w:t>
      </w:r>
    </w:p>
    <w:p w:rsidR="0049306E" w:rsidRDefault="0049306E" w:rsidP="0049306E">
      <w:pPr>
        <w:rPr>
          <w:sz w:val="22"/>
          <w:szCs w:val="22"/>
        </w:rPr>
      </w:pPr>
    </w:p>
    <w:p w:rsidR="00AD5F67" w:rsidRDefault="00AD5F67" w:rsidP="0049306E">
      <w:pPr>
        <w:rPr>
          <w:sz w:val="22"/>
          <w:szCs w:val="22"/>
        </w:rPr>
      </w:pPr>
    </w:p>
    <w:p w:rsidR="0049306E" w:rsidRDefault="0049306E" w:rsidP="0049306E">
      <w:pPr>
        <w:rPr>
          <w:sz w:val="22"/>
          <w:szCs w:val="22"/>
        </w:rPr>
      </w:pPr>
    </w:p>
    <w:p w:rsidR="001C192D" w:rsidRDefault="00B47D63" w:rsidP="00B43BEE">
      <w:pPr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 w:rsidR="00B43BEE">
        <w:rPr>
          <w:sz w:val="22"/>
          <w:szCs w:val="22"/>
        </w:rPr>
        <w:tab/>
      </w:r>
      <w:r w:rsidR="00B43BEE">
        <w:rPr>
          <w:sz w:val="22"/>
          <w:szCs w:val="22"/>
        </w:rPr>
        <w:tab/>
        <w:t xml:space="preserve">  </w:t>
      </w:r>
    </w:p>
    <w:p w:rsidR="00B43BEE" w:rsidRDefault="00B43BEE" w:rsidP="00B43BEE">
      <w:pPr>
        <w:rPr>
          <w:sz w:val="22"/>
          <w:szCs w:val="22"/>
        </w:rPr>
      </w:pPr>
      <w:r>
        <w:rPr>
          <w:sz w:val="22"/>
          <w:szCs w:val="22"/>
        </w:rPr>
        <w:t>Renal Consultant</w:t>
      </w:r>
    </w:p>
    <w:p w:rsidR="00E5404E" w:rsidRPr="00E5404E" w:rsidRDefault="00D9574F" w:rsidP="00E5404E">
      <w:pPr>
        <w:pStyle w:val="ListParagraph"/>
        <w:rPr>
          <w:rFonts w:ascii="Times New Roman" w:hAnsi="Times New Roman"/>
          <w:sz w:val="22"/>
          <w:szCs w:val="20"/>
        </w:rPr>
      </w:pPr>
      <w:r w:rsidRPr="00633EF8">
        <w:rPr>
          <w:rFonts w:ascii="Times New Roman" w:hAnsi="Times New Roman"/>
          <w:noProof/>
          <w:sz w:val="22"/>
          <w:szCs w:val="20"/>
          <w:lang w:eastAsia="en-AU"/>
        </w:rPr>
        <w:lastRenderedPageBreak/>
        <w:drawing>
          <wp:inline distT="0" distB="0" distL="0" distR="0" wp14:anchorId="7CAF6747" wp14:editId="303D1B26">
            <wp:extent cx="5915025" cy="83534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20 CKD bookle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835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04E" w:rsidRPr="00E5404E" w:rsidSect="00AB2B36">
      <w:headerReference w:type="default" r:id="rId11"/>
      <w:footerReference w:type="even" r:id="rId12"/>
      <w:footerReference w:type="default" r:id="rId13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203" w:rsidRDefault="00343203" w:rsidP="00FF3544">
      <w:r>
        <w:separator/>
      </w:r>
    </w:p>
  </w:endnote>
  <w:endnote w:type="continuationSeparator" w:id="0">
    <w:p w:rsidR="00343203" w:rsidRDefault="00343203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:rsidTr="003D5A86">
      <w:trPr>
        <w:gridAfter w:val="1"/>
        <w:wAfter w:w="1701" w:type="dxa"/>
      </w:trPr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:rsidTr="003D5A86"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 xml:space="preserve">A./Prof George Mangos 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>Dr Partha Shanmugasundaram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:rsidR="003D5A86" w:rsidRPr="00AE1DED" w:rsidRDefault="008E6F44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203" w:rsidRDefault="00343203" w:rsidP="00FF3544">
      <w:r>
        <w:separator/>
      </w:r>
    </w:p>
  </w:footnote>
  <w:footnote w:type="continuationSeparator" w:id="0">
    <w:p w:rsidR="00343203" w:rsidRDefault="00343203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C656B" wp14:editId="28DB9237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EB4467" w:rsidRPr="0069118E" w:rsidRDefault="00EB4467" w:rsidP="00EB4467"/>
                </w:txbxContent>
              </v:textbox>
            </v:shape>
          </w:pict>
        </mc:Fallback>
      </mc:AlternateContent>
    </w:r>
  </w:p>
  <w:p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0A850161" wp14:editId="2B929EF6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A286B"/>
    <w:multiLevelType w:val="hybridMultilevel"/>
    <w:tmpl w:val="B5529EA8"/>
    <w:lvl w:ilvl="0" w:tplc="6C323C9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9B65B9"/>
    <w:multiLevelType w:val="hybridMultilevel"/>
    <w:tmpl w:val="74CE8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85E7C"/>
    <w:multiLevelType w:val="hybridMultilevel"/>
    <w:tmpl w:val="B68240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54029"/>
    <w:multiLevelType w:val="hybridMultilevel"/>
    <w:tmpl w:val="C0807ABE"/>
    <w:lvl w:ilvl="0" w:tplc="C1BC0010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782154"/>
    <w:multiLevelType w:val="hybridMultilevel"/>
    <w:tmpl w:val="90B846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95761"/>
    <w:multiLevelType w:val="hybridMultilevel"/>
    <w:tmpl w:val="4314DF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323C9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D031D"/>
    <w:multiLevelType w:val="hybridMultilevel"/>
    <w:tmpl w:val="18584E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2711E9"/>
    <w:multiLevelType w:val="hybridMultilevel"/>
    <w:tmpl w:val="9DEE2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0F84517"/>
    <w:multiLevelType w:val="hybridMultilevel"/>
    <w:tmpl w:val="AA9E0B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C3053"/>
    <w:multiLevelType w:val="hybridMultilevel"/>
    <w:tmpl w:val="D59696C2"/>
    <w:lvl w:ilvl="0" w:tplc="41BC44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E25A13"/>
    <w:multiLevelType w:val="hybridMultilevel"/>
    <w:tmpl w:val="6E869BA4"/>
    <w:lvl w:ilvl="0" w:tplc="DEA2A2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768F7"/>
    <w:rsid w:val="00082432"/>
    <w:rsid w:val="000977CB"/>
    <w:rsid w:val="000C31FE"/>
    <w:rsid w:val="000F6F6A"/>
    <w:rsid w:val="00104CFD"/>
    <w:rsid w:val="001267F3"/>
    <w:rsid w:val="00144A2D"/>
    <w:rsid w:val="001559AE"/>
    <w:rsid w:val="001B14B7"/>
    <w:rsid w:val="001B478C"/>
    <w:rsid w:val="001B7122"/>
    <w:rsid w:val="001C192D"/>
    <w:rsid w:val="001D3032"/>
    <w:rsid w:val="001E2B4B"/>
    <w:rsid w:val="001E6339"/>
    <w:rsid w:val="002012D4"/>
    <w:rsid w:val="0021440A"/>
    <w:rsid w:val="00253A48"/>
    <w:rsid w:val="0025536F"/>
    <w:rsid w:val="00267B0F"/>
    <w:rsid w:val="00290C5F"/>
    <w:rsid w:val="002B391E"/>
    <w:rsid w:val="002B3DF1"/>
    <w:rsid w:val="002C4E7B"/>
    <w:rsid w:val="002D23AA"/>
    <w:rsid w:val="002F1341"/>
    <w:rsid w:val="00310FB9"/>
    <w:rsid w:val="00322A8D"/>
    <w:rsid w:val="00340F4D"/>
    <w:rsid w:val="00343203"/>
    <w:rsid w:val="00347316"/>
    <w:rsid w:val="003834CD"/>
    <w:rsid w:val="003964A8"/>
    <w:rsid w:val="003A3FCB"/>
    <w:rsid w:val="003A75B7"/>
    <w:rsid w:val="003B070B"/>
    <w:rsid w:val="003D5A86"/>
    <w:rsid w:val="003F3A7F"/>
    <w:rsid w:val="0040289D"/>
    <w:rsid w:val="0044129A"/>
    <w:rsid w:val="00447A2A"/>
    <w:rsid w:val="00471408"/>
    <w:rsid w:val="004800CA"/>
    <w:rsid w:val="00483653"/>
    <w:rsid w:val="0049306E"/>
    <w:rsid w:val="004A7404"/>
    <w:rsid w:val="004B1175"/>
    <w:rsid w:val="004E1BF9"/>
    <w:rsid w:val="004E7EDB"/>
    <w:rsid w:val="004F1399"/>
    <w:rsid w:val="004F1655"/>
    <w:rsid w:val="00530D88"/>
    <w:rsid w:val="00595449"/>
    <w:rsid w:val="005A0612"/>
    <w:rsid w:val="005D52B8"/>
    <w:rsid w:val="005F602F"/>
    <w:rsid w:val="00615FD5"/>
    <w:rsid w:val="00633EF8"/>
    <w:rsid w:val="00635691"/>
    <w:rsid w:val="00644224"/>
    <w:rsid w:val="00670A37"/>
    <w:rsid w:val="007269E4"/>
    <w:rsid w:val="00743C7F"/>
    <w:rsid w:val="00747FED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011A6"/>
    <w:rsid w:val="00814142"/>
    <w:rsid w:val="00833564"/>
    <w:rsid w:val="0085736C"/>
    <w:rsid w:val="008733D9"/>
    <w:rsid w:val="008A0B9D"/>
    <w:rsid w:val="008E3ADF"/>
    <w:rsid w:val="008E6F44"/>
    <w:rsid w:val="008F6B3E"/>
    <w:rsid w:val="00905724"/>
    <w:rsid w:val="009223CD"/>
    <w:rsid w:val="009309CC"/>
    <w:rsid w:val="009552F2"/>
    <w:rsid w:val="009C2239"/>
    <w:rsid w:val="009D2EAF"/>
    <w:rsid w:val="009E0ED7"/>
    <w:rsid w:val="009F5476"/>
    <w:rsid w:val="00A052B0"/>
    <w:rsid w:val="00A50882"/>
    <w:rsid w:val="00A514F3"/>
    <w:rsid w:val="00A65EB6"/>
    <w:rsid w:val="00A92D63"/>
    <w:rsid w:val="00A962B0"/>
    <w:rsid w:val="00AB2B36"/>
    <w:rsid w:val="00AB3FAB"/>
    <w:rsid w:val="00AD5F67"/>
    <w:rsid w:val="00AE1DED"/>
    <w:rsid w:val="00B07D0F"/>
    <w:rsid w:val="00B12028"/>
    <w:rsid w:val="00B16A14"/>
    <w:rsid w:val="00B20AC3"/>
    <w:rsid w:val="00B43BEE"/>
    <w:rsid w:val="00B47D63"/>
    <w:rsid w:val="00B51385"/>
    <w:rsid w:val="00B8089C"/>
    <w:rsid w:val="00B820A1"/>
    <w:rsid w:val="00B82553"/>
    <w:rsid w:val="00B9607B"/>
    <w:rsid w:val="00BA7FE9"/>
    <w:rsid w:val="00BE770A"/>
    <w:rsid w:val="00C0071C"/>
    <w:rsid w:val="00C074CB"/>
    <w:rsid w:val="00C31033"/>
    <w:rsid w:val="00C3534D"/>
    <w:rsid w:val="00C40ECE"/>
    <w:rsid w:val="00C450D8"/>
    <w:rsid w:val="00C51FE8"/>
    <w:rsid w:val="00C61C1D"/>
    <w:rsid w:val="00C84CEB"/>
    <w:rsid w:val="00CA56C8"/>
    <w:rsid w:val="00CD2C84"/>
    <w:rsid w:val="00CE1AD2"/>
    <w:rsid w:val="00CF0849"/>
    <w:rsid w:val="00D1301B"/>
    <w:rsid w:val="00D136ED"/>
    <w:rsid w:val="00D24F18"/>
    <w:rsid w:val="00D72348"/>
    <w:rsid w:val="00D7575E"/>
    <w:rsid w:val="00D76BE8"/>
    <w:rsid w:val="00D87829"/>
    <w:rsid w:val="00D906FC"/>
    <w:rsid w:val="00D92AFD"/>
    <w:rsid w:val="00D9574F"/>
    <w:rsid w:val="00DC1DB9"/>
    <w:rsid w:val="00DC34A9"/>
    <w:rsid w:val="00DC5467"/>
    <w:rsid w:val="00DD511B"/>
    <w:rsid w:val="00DE3582"/>
    <w:rsid w:val="00E2014A"/>
    <w:rsid w:val="00E42449"/>
    <w:rsid w:val="00E43132"/>
    <w:rsid w:val="00E5404E"/>
    <w:rsid w:val="00E7201E"/>
    <w:rsid w:val="00E75CBA"/>
    <w:rsid w:val="00EB33E4"/>
    <w:rsid w:val="00EB363E"/>
    <w:rsid w:val="00EB4467"/>
    <w:rsid w:val="00ED19D1"/>
    <w:rsid w:val="00EE605D"/>
    <w:rsid w:val="00EF11A2"/>
    <w:rsid w:val="00F05549"/>
    <w:rsid w:val="00F30BA2"/>
    <w:rsid w:val="00F32CB1"/>
    <w:rsid w:val="00F56ADE"/>
    <w:rsid w:val="00F663FE"/>
    <w:rsid w:val="00F8093F"/>
    <w:rsid w:val="00F85B5D"/>
    <w:rsid w:val="00FF3544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E4F36805-DF7C-4D53-865C-7B7EF902A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30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59A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9306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60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60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602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0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02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xmd.com/calculate-online/nephrology/kidney-failure-risk-equatio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https://kidney.org.au/cms_uploads/docs/ckd-management-in-gp-handbook-3rd-edition.pdf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EF2AE-8C3B-41AD-8BA3-7BAFD25EE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yates.dot</Template>
  <TotalTime>1</TotalTime>
  <Pages>2</Pages>
  <Words>281</Words>
  <Characters>1936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2213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sesahs</dc:creator>
  <cp:lastModifiedBy>Saiyini Pirabhahar</cp:lastModifiedBy>
  <cp:revision>2</cp:revision>
  <cp:lastPrinted>2018-06-28T23:00:00Z</cp:lastPrinted>
  <dcterms:created xsi:type="dcterms:W3CDTF">2019-09-24T04:50:00Z</dcterms:created>
  <dcterms:modified xsi:type="dcterms:W3CDTF">2019-09-24T04:50:00Z</dcterms:modified>
</cp:coreProperties>
</file>